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F0F54" w14:textId="77777777" w:rsidR="00725439" w:rsidRPr="00804076" w:rsidRDefault="00725439" w:rsidP="002D1448">
      <w:pPr>
        <w:keepLines/>
        <w:widowControl w:val="0"/>
        <w:spacing w:line="276" w:lineRule="auto"/>
        <w:ind w:left="1416" w:firstLine="708"/>
        <w:rPr>
          <w:rFonts w:ascii="Calibri" w:hAnsi="Calibri" w:cs="Calibri"/>
          <w:szCs w:val="24"/>
        </w:rPr>
      </w:pPr>
    </w:p>
    <w:p w14:paraId="408BDB30" w14:textId="77777777" w:rsidR="00A604C2" w:rsidRPr="00B0698E" w:rsidRDefault="00D32BA4" w:rsidP="00A604C2">
      <w:pPr>
        <w:keepLines/>
        <w:widowControl w:val="0"/>
        <w:tabs>
          <w:tab w:val="left" w:pos="5954"/>
        </w:tabs>
        <w:spacing w:line="276" w:lineRule="auto"/>
        <w:ind w:left="3540"/>
        <w:rPr>
          <w:rFonts w:ascii="Calibri" w:hAnsi="Calibri" w:cs="Calibri"/>
          <w:b/>
          <w:szCs w:val="24"/>
        </w:rPr>
      </w:pPr>
      <w:r w:rsidRPr="00804076">
        <w:rPr>
          <w:rFonts w:ascii="Calibri" w:hAnsi="Calibri" w:cs="Calibri"/>
          <w:szCs w:val="24"/>
        </w:rPr>
        <w:tab/>
      </w:r>
      <w:r w:rsidR="00A604C2" w:rsidRPr="00B0698E">
        <w:rPr>
          <w:rFonts w:ascii="Calibri" w:hAnsi="Calibri" w:cs="Calibri"/>
          <w:b/>
          <w:szCs w:val="24"/>
        </w:rPr>
        <w:t>SPETT.LE</w:t>
      </w:r>
    </w:p>
    <w:p w14:paraId="506499D4" w14:textId="77777777" w:rsidR="00A604C2" w:rsidRPr="00B0698E" w:rsidRDefault="00A604C2" w:rsidP="00A604C2">
      <w:pPr>
        <w:keepLines/>
        <w:widowControl w:val="0"/>
        <w:tabs>
          <w:tab w:val="left" w:pos="5954"/>
        </w:tabs>
        <w:spacing w:line="276" w:lineRule="auto"/>
        <w:ind w:left="3540"/>
        <w:rPr>
          <w:rFonts w:ascii="Calibri" w:hAnsi="Calibri" w:cs="Calibri"/>
          <w:b/>
          <w:szCs w:val="24"/>
        </w:rPr>
      </w:pPr>
      <w:r w:rsidRPr="00B0698E">
        <w:rPr>
          <w:rFonts w:ascii="Calibri" w:hAnsi="Calibri" w:cs="Calibri"/>
          <w:b/>
          <w:szCs w:val="24"/>
        </w:rPr>
        <w:tab/>
      </w:r>
      <w:r w:rsidR="00275047">
        <w:rPr>
          <w:rFonts w:ascii="Calibri" w:hAnsi="Calibri" w:cs="Calibri"/>
          <w:b/>
          <w:szCs w:val="24"/>
        </w:rPr>
        <w:t>ATO TOSCANA SUD</w:t>
      </w:r>
    </w:p>
    <w:p w14:paraId="3E6E283E" w14:textId="77777777" w:rsidR="00A604C2" w:rsidRPr="00B0698E" w:rsidRDefault="00A604C2" w:rsidP="00A604C2">
      <w:pPr>
        <w:keepLines/>
        <w:widowControl w:val="0"/>
        <w:tabs>
          <w:tab w:val="left" w:pos="5954"/>
        </w:tabs>
        <w:spacing w:line="276" w:lineRule="auto"/>
        <w:ind w:left="3540"/>
        <w:rPr>
          <w:rFonts w:ascii="Calibri" w:hAnsi="Calibri" w:cs="Calibri"/>
          <w:b/>
          <w:szCs w:val="24"/>
        </w:rPr>
      </w:pPr>
      <w:r w:rsidRPr="00B0698E">
        <w:rPr>
          <w:rFonts w:ascii="Calibri" w:hAnsi="Calibri" w:cs="Calibri"/>
          <w:b/>
          <w:szCs w:val="24"/>
        </w:rPr>
        <w:tab/>
        <w:t>SEDE</w:t>
      </w:r>
    </w:p>
    <w:p w14:paraId="230A9E47" w14:textId="77777777" w:rsidR="00725439" w:rsidRPr="00804076" w:rsidRDefault="00725439" w:rsidP="002D1448">
      <w:pPr>
        <w:keepLines/>
        <w:widowControl w:val="0"/>
        <w:tabs>
          <w:tab w:val="left" w:pos="5954"/>
        </w:tabs>
        <w:spacing w:line="276" w:lineRule="auto"/>
        <w:ind w:left="3540"/>
        <w:rPr>
          <w:rFonts w:ascii="Calibri" w:hAnsi="Calibri" w:cs="Calibri"/>
          <w:szCs w:val="24"/>
        </w:rPr>
      </w:pPr>
    </w:p>
    <w:p w14:paraId="6966D5C5" w14:textId="77777777" w:rsidR="00177FF6" w:rsidRPr="00804076" w:rsidRDefault="00177FF6" w:rsidP="00A604C2">
      <w:pPr>
        <w:keepLines/>
        <w:widowControl w:val="0"/>
        <w:tabs>
          <w:tab w:val="left" w:pos="5954"/>
        </w:tabs>
        <w:spacing w:line="276" w:lineRule="auto"/>
        <w:rPr>
          <w:rFonts w:ascii="Calibri" w:hAnsi="Calibri" w:cs="Calibr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38"/>
      </w:tblGrid>
      <w:tr w:rsidR="00064792" w:rsidRPr="00804076" w14:paraId="5CA75B4C" w14:textId="77777777" w:rsidTr="00064792">
        <w:trPr>
          <w:trHeight w:val="555"/>
        </w:trPr>
        <w:tc>
          <w:tcPr>
            <w:tcW w:w="9538" w:type="dxa"/>
          </w:tcPr>
          <w:p w14:paraId="2923C773" w14:textId="0CCBDC20" w:rsidR="00064792" w:rsidRPr="00B7460A" w:rsidRDefault="00064792" w:rsidP="00275047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804076">
              <w:rPr>
                <w:rFonts w:ascii="Calibri" w:hAnsi="Calibri" w:cs="Calibri"/>
                <w:b/>
                <w:bCs/>
                <w:szCs w:val="24"/>
              </w:rPr>
              <w:t xml:space="preserve">DICHIARAZIONE SOSTITUTIVA REDATTA AI SENSI DEL D.P.R. N. 445 DEL 28 </w:t>
            </w:r>
            <w:r w:rsidR="009567B4">
              <w:rPr>
                <w:rFonts w:ascii="Calibri" w:hAnsi="Calibri" w:cs="Calibri"/>
                <w:b/>
                <w:bCs/>
                <w:szCs w:val="24"/>
              </w:rPr>
              <w:t xml:space="preserve">DICEMBRE </w:t>
            </w:r>
            <w:r w:rsidRPr="00804076">
              <w:rPr>
                <w:rFonts w:ascii="Calibri" w:hAnsi="Calibri" w:cs="Calibri"/>
                <w:b/>
                <w:bCs/>
                <w:szCs w:val="24"/>
              </w:rPr>
              <w:t>2000</w:t>
            </w:r>
            <w:r w:rsidR="004725CC">
              <w:rPr>
                <w:rFonts w:ascii="Calibri" w:hAnsi="Calibri" w:cs="Calibri"/>
                <w:b/>
                <w:bCs/>
                <w:szCs w:val="24"/>
              </w:rPr>
              <w:t xml:space="preserve"> PER </w:t>
            </w:r>
            <w:r w:rsidR="000359DE">
              <w:rPr>
                <w:rFonts w:ascii="Calibri" w:hAnsi="Calibri" w:cs="Calibri"/>
                <w:b/>
                <w:bCs/>
                <w:szCs w:val="24"/>
              </w:rPr>
              <w:t>L’</w:t>
            </w:r>
            <w:r w:rsidR="009567B4" w:rsidRPr="009567B4">
              <w:rPr>
                <w:rFonts w:ascii="Calibri" w:hAnsi="Calibri" w:cs="Calibri"/>
                <w:b/>
                <w:bCs/>
                <w:szCs w:val="24"/>
              </w:rPr>
              <w:t xml:space="preserve">AFFIDAMENTO </w:t>
            </w:r>
            <w:r w:rsidR="000359DE">
              <w:rPr>
                <w:rFonts w:ascii="Calibri" w:hAnsi="Calibri" w:cs="Calibri"/>
                <w:b/>
                <w:bCs/>
                <w:szCs w:val="24"/>
              </w:rPr>
              <w:t xml:space="preserve">DIRETTO </w:t>
            </w:r>
            <w:r w:rsidR="009567B4" w:rsidRPr="009567B4">
              <w:rPr>
                <w:rFonts w:ascii="Calibri" w:hAnsi="Calibri" w:cs="Calibri"/>
                <w:b/>
                <w:bCs/>
                <w:szCs w:val="24"/>
              </w:rPr>
              <w:t xml:space="preserve">DEL </w:t>
            </w:r>
            <w:r w:rsidR="000359DE" w:rsidRPr="000359DE">
              <w:rPr>
                <w:rFonts w:ascii="Calibri" w:hAnsi="Calibri" w:cs="Calibri"/>
                <w:b/>
                <w:bCs/>
                <w:szCs w:val="24"/>
              </w:rPr>
              <w:t xml:space="preserve">SERVIZIO </w:t>
            </w:r>
            <w:r w:rsidR="00275047">
              <w:rPr>
                <w:rFonts w:ascii="Calibri" w:hAnsi="Calibri" w:cs="Calibri"/>
                <w:b/>
                <w:bCs/>
                <w:szCs w:val="24"/>
              </w:rPr>
              <w:t>DI</w:t>
            </w:r>
            <w:r w:rsidR="00C56A1B">
              <w:rPr>
                <w:rFonts w:ascii="Calibri" w:hAnsi="Calibri" w:cs="Calibri"/>
                <w:b/>
                <w:bCs/>
                <w:szCs w:val="24"/>
              </w:rPr>
              <w:t xml:space="preserve"> </w:t>
            </w:r>
            <w:r w:rsidR="00810F0E" w:rsidRPr="00810F0E">
              <w:rPr>
                <w:rFonts w:ascii="Calibri" w:hAnsi="Calibri" w:cs="Calibri"/>
                <w:b/>
                <w:bCs/>
                <w:szCs w:val="24"/>
              </w:rPr>
              <w:t>PULIZIA DI IMMOBILI AD USO UFFICI DELLA SEDE LEGALE DELL’AUTORITA’ PER IL SERVIZIO DI GESTIONE INTEGRATA DEI RIFIUTI URBANI ATO TOSCANA SUD, PER IL PERIODO 1.4.2025 – 31.03.2028</w:t>
            </w:r>
          </w:p>
        </w:tc>
      </w:tr>
    </w:tbl>
    <w:p w14:paraId="1B664841" w14:textId="77777777" w:rsidR="00BE0573" w:rsidRPr="00804076" w:rsidRDefault="00BE0573" w:rsidP="002D1448">
      <w:pPr>
        <w:pStyle w:val="Intestazione"/>
        <w:keepLines/>
        <w:spacing w:line="276" w:lineRule="auto"/>
        <w:rPr>
          <w:rFonts w:ascii="Calibri" w:hAnsi="Calibri" w:cs="Calibri"/>
          <w:szCs w:val="24"/>
        </w:rPr>
      </w:pPr>
    </w:p>
    <w:p w14:paraId="3DEEB0B1" w14:textId="77777777" w:rsidR="00BD2430" w:rsidRPr="00804076" w:rsidRDefault="00BD2430" w:rsidP="002D1448">
      <w:pPr>
        <w:pStyle w:val="Titolo2"/>
        <w:keepLines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  <w:r w:rsidRPr="00804076">
        <w:rPr>
          <w:rFonts w:ascii="Calibri" w:hAnsi="Calibri" w:cs="Calibri"/>
          <w:b w:val="0"/>
          <w:sz w:val="24"/>
          <w:szCs w:val="24"/>
        </w:rPr>
        <w:t xml:space="preserve">Il/La sottoscritto/a </w:t>
      </w:r>
      <w:r w:rsidR="00A477AF" w:rsidRPr="00804076">
        <w:rPr>
          <w:rFonts w:ascii="Calibri" w:hAnsi="Calibri" w:cs="Calibri"/>
          <w:b w:val="0"/>
          <w:sz w:val="24"/>
          <w:szCs w:val="24"/>
        </w:rPr>
        <w:t>_____________________________</w:t>
      </w:r>
      <w:r w:rsidRPr="00804076">
        <w:rPr>
          <w:rFonts w:ascii="Calibri" w:hAnsi="Calibri" w:cs="Calibri"/>
          <w:b w:val="0"/>
          <w:sz w:val="24"/>
          <w:szCs w:val="24"/>
        </w:rPr>
        <w:t xml:space="preserve"> nato a </w:t>
      </w:r>
      <w:r w:rsidR="00AF0A15">
        <w:rPr>
          <w:rFonts w:ascii="Calibri" w:hAnsi="Calibri" w:cs="Calibri"/>
          <w:b w:val="0"/>
          <w:sz w:val="24"/>
          <w:szCs w:val="24"/>
        </w:rPr>
        <w:t>_____________________________</w:t>
      </w:r>
    </w:p>
    <w:p w14:paraId="08FD504B" w14:textId="77777777" w:rsidR="00BD2430" w:rsidRPr="00804076" w:rsidRDefault="00BD2430" w:rsidP="002D1448">
      <w:pPr>
        <w:pStyle w:val="Titolo2"/>
        <w:keepLines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  <w:r w:rsidRPr="00804076">
        <w:rPr>
          <w:rFonts w:ascii="Calibri" w:hAnsi="Calibri" w:cs="Calibri"/>
          <w:b w:val="0"/>
          <w:sz w:val="24"/>
          <w:szCs w:val="24"/>
        </w:rPr>
        <w:t xml:space="preserve">il </w:t>
      </w:r>
      <w:r w:rsidR="00A477AF" w:rsidRPr="00804076">
        <w:rPr>
          <w:rFonts w:ascii="Calibri" w:hAnsi="Calibri" w:cs="Calibri"/>
          <w:b w:val="0"/>
          <w:sz w:val="24"/>
          <w:szCs w:val="24"/>
        </w:rPr>
        <w:t>_______________</w:t>
      </w:r>
      <w:r w:rsidRPr="00804076">
        <w:rPr>
          <w:rFonts w:ascii="Calibri" w:hAnsi="Calibri" w:cs="Calibri"/>
          <w:b w:val="0"/>
          <w:sz w:val="24"/>
          <w:szCs w:val="24"/>
        </w:rPr>
        <w:t xml:space="preserve"> C.F. </w:t>
      </w:r>
      <w:r w:rsidR="00A477AF" w:rsidRPr="00804076">
        <w:rPr>
          <w:rFonts w:ascii="Calibri" w:hAnsi="Calibri" w:cs="Calibri"/>
          <w:b w:val="0"/>
          <w:sz w:val="24"/>
          <w:szCs w:val="24"/>
        </w:rPr>
        <w:t>______________________</w:t>
      </w:r>
      <w:r w:rsidRPr="00804076">
        <w:rPr>
          <w:rFonts w:ascii="Calibri" w:hAnsi="Calibri" w:cs="Calibri"/>
          <w:b w:val="0"/>
          <w:sz w:val="24"/>
          <w:szCs w:val="24"/>
        </w:rPr>
        <w:t>residente a</w:t>
      </w:r>
      <w:r w:rsidR="00AF0A15">
        <w:rPr>
          <w:rFonts w:ascii="Calibri" w:hAnsi="Calibri" w:cs="Calibri"/>
          <w:b w:val="0"/>
          <w:sz w:val="24"/>
          <w:szCs w:val="24"/>
        </w:rPr>
        <w:t>____________________________</w:t>
      </w:r>
    </w:p>
    <w:p w14:paraId="78FE067D" w14:textId="77777777" w:rsidR="00BD2430" w:rsidRDefault="00A477AF" w:rsidP="002D1448">
      <w:pPr>
        <w:pStyle w:val="Titolo2"/>
        <w:keepLines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  <w:r w:rsidRPr="00804076">
        <w:rPr>
          <w:rFonts w:ascii="Calibri" w:hAnsi="Calibri" w:cs="Calibri"/>
          <w:b w:val="0"/>
          <w:sz w:val="24"/>
          <w:szCs w:val="24"/>
        </w:rPr>
        <w:t>indirizzo_____________________________________________</w:t>
      </w:r>
      <w:r w:rsidR="00AF0A15">
        <w:rPr>
          <w:rFonts w:ascii="Calibri" w:hAnsi="Calibri" w:cs="Calibri"/>
          <w:b w:val="0"/>
          <w:sz w:val="24"/>
          <w:szCs w:val="24"/>
        </w:rPr>
        <w:t xml:space="preserve"> n°</w:t>
      </w:r>
      <w:r w:rsidRPr="00804076">
        <w:rPr>
          <w:rFonts w:ascii="Calibri" w:hAnsi="Calibri" w:cs="Calibri"/>
          <w:b w:val="0"/>
          <w:sz w:val="24"/>
          <w:szCs w:val="24"/>
        </w:rPr>
        <w:t>_______</w:t>
      </w:r>
      <w:r w:rsidR="00BD2430" w:rsidRPr="00804076">
        <w:rPr>
          <w:rFonts w:ascii="Calibri" w:hAnsi="Calibri" w:cs="Calibri"/>
          <w:b w:val="0"/>
          <w:sz w:val="24"/>
          <w:szCs w:val="24"/>
        </w:rPr>
        <w:t xml:space="preserve"> </w:t>
      </w:r>
      <w:proofErr w:type="spellStart"/>
      <w:r w:rsidR="00BD2430" w:rsidRPr="00804076">
        <w:rPr>
          <w:rFonts w:ascii="Calibri" w:hAnsi="Calibri" w:cs="Calibri"/>
          <w:b w:val="0"/>
          <w:sz w:val="24"/>
          <w:szCs w:val="24"/>
        </w:rPr>
        <w:t>cap</w:t>
      </w:r>
      <w:proofErr w:type="spellEnd"/>
      <w:r w:rsidR="00BD2430" w:rsidRPr="00804076">
        <w:rPr>
          <w:rFonts w:ascii="Calibri" w:hAnsi="Calibri" w:cs="Calibri"/>
          <w:b w:val="0"/>
          <w:sz w:val="24"/>
          <w:szCs w:val="24"/>
        </w:rPr>
        <w:t xml:space="preserve"> </w:t>
      </w:r>
      <w:r w:rsidR="00AF0A15">
        <w:rPr>
          <w:rFonts w:ascii="Calibri" w:hAnsi="Calibri" w:cs="Calibri"/>
          <w:b w:val="0"/>
          <w:sz w:val="24"/>
          <w:szCs w:val="24"/>
        </w:rPr>
        <w:t>______________</w:t>
      </w:r>
    </w:p>
    <w:p w14:paraId="444BE0EC" w14:textId="77777777" w:rsidR="00AF0A15" w:rsidRPr="00E41CD1" w:rsidRDefault="00AF0A15" w:rsidP="00AF0A15">
      <w:pPr>
        <w:rPr>
          <w:rFonts w:ascii="Calibri" w:hAnsi="Calibri"/>
        </w:rPr>
      </w:pPr>
      <w:r w:rsidRPr="00DE706F">
        <w:rPr>
          <w:rFonts w:ascii="Calibri" w:hAnsi="Calibri"/>
        </w:rPr>
        <w:t xml:space="preserve">nella sua qualità di_________________ </w:t>
      </w:r>
      <w:r w:rsidRPr="00E41CD1">
        <w:rPr>
          <w:rFonts w:ascii="Calibri" w:hAnsi="Calibri"/>
        </w:rPr>
        <w:t>______________________________________________</w:t>
      </w:r>
    </w:p>
    <w:p w14:paraId="2E008CC9" w14:textId="77777777" w:rsidR="00AF0A15" w:rsidRDefault="00AF0A15" w:rsidP="00AF0A15">
      <w:pPr>
        <w:rPr>
          <w:rFonts w:ascii="Calibri" w:hAnsi="Calibri"/>
        </w:rPr>
      </w:pPr>
      <w:r w:rsidRPr="00DE706F">
        <w:rPr>
          <w:rFonts w:ascii="Calibri" w:hAnsi="Calibri"/>
        </w:rPr>
        <w:t>della ditta ___________________________</w:t>
      </w:r>
      <w:r w:rsidRPr="00E41CD1">
        <w:rPr>
          <w:rFonts w:ascii="Calibri" w:hAnsi="Calibri"/>
        </w:rPr>
        <w:t>______</w:t>
      </w:r>
      <w:r w:rsidRPr="00DE706F">
        <w:rPr>
          <w:rFonts w:ascii="Calibri" w:hAnsi="Calibri"/>
        </w:rPr>
        <w:t>____</w:t>
      </w:r>
      <w:r w:rsidRPr="00E41CD1">
        <w:rPr>
          <w:rFonts w:ascii="Calibri" w:hAnsi="Calibri"/>
        </w:rPr>
        <w:t>_</w:t>
      </w:r>
      <w:r w:rsidR="006F1CA4" w:rsidRPr="00E41CD1">
        <w:rPr>
          <w:rFonts w:ascii="Calibri" w:hAnsi="Calibri"/>
        </w:rPr>
        <w:t>_________ (</w:t>
      </w:r>
      <w:proofErr w:type="spellStart"/>
      <w:r w:rsidR="006F1CA4" w:rsidRPr="00E41CD1">
        <w:rPr>
          <w:rFonts w:ascii="Calibri" w:hAnsi="Calibri"/>
        </w:rPr>
        <w:t>P.Iva</w:t>
      </w:r>
      <w:proofErr w:type="spellEnd"/>
      <w:r w:rsidR="006F1CA4" w:rsidRPr="00E41CD1">
        <w:rPr>
          <w:rFonts w:ascii="Calibri" w:hAnsi="Calibri"/>
        </w:rPr>
        <w:t xml:space="preserve"> __________________)</w:t>
      </w:r>
    </w:p>
    <w:p w14:paraId="4FFD5D83" w14:textId="77777777" w:rsidR="00C56A1B" w:rsidRDefault="00C56A1B" w:rsidP="00AF0A15">
      <w:pPr>
        <w:rPr>
          <w:rFonts w:ascii="Calibri" w:hAnsi="Calibri"/>
        </w:rPr>
      </w:pPr>
    </w:p>
    <w:p w14:paraId="5CE78A10" w14:textId="77777777" w:rsidR="00C56A1B" w:rsidRPr="00CB5137" w:rsidRDefault="00C56A1B" w:rsidP="00C56A1B">
      <w:pPr>
        <w:pStyle w:val="Numeroelenco"/>
        <w:numPr>
          <w:ilvl w:val="0"/>
          <w:numId w:val="0"/>
        </w:numPr>
        <w:tabs>
          <w:tab w:val="left" w:pos="708"/>
        </w:tabs>
        <w:rPr>
          <w:rFonts w:ascii="Calibri" w:hAnsi="Calibri"/>
          <w:kern w:val="0"/>
          <w:sz w:val="24"/>
          <w:szCs w:val="20"/>
        </w:rPr>
      </w:pPr>
      <w:r w:rsidRPr="00CB5137">
        <w:rPr>
          <w:rFonts w:ascii="Calibri" w:hAnsi="Calibri"/>
          <w:kern w:val="0"/>
          <w:sz w:val="24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6625C6B2" w14:textId="77777777" w:rsidR="00AF0A15" w:rsidRPr="00E41CD1" w:rsidRDefault="00AF0A15" w:rsidP="002D61A5">
      <w:pPr>
        <w:keepLines/>
        <w:widowControl w:val="0"/>
        <w:spacing w:line="276" w:lineRule="auto"/>
        <w:jc w:val="center"/>
        <w:rPr>
          <w:rFonts w:ascii="Calibri" w:hAnsi="Calibri" w:cs="Calibri"/>
          <w:b/>
          <w:szCs w:val="24"/>
        </w:rPr>
      </w:pPr>
    </w:p>
    <w:p w14:paraId="52448609" w14:textId="77777777" w:rsidR="006C25FA" w:rsidRDefault="00AD0782" w:rsidP="002D61A5">
      <w:pPr>
        <w:keepLines/>
        <w:widowControl w:val="0"/>
        <w:spacing w:line="276" w:lineRule="auto"/>
        <w:jc w:val="center"/>
        <w:rPr>
          <w:rFonts w:ascii="Calibri" w:hAnsi="Calibri" w:cs="Calibri"/>
          <w:b/>
          <w:szCs w:val="24"/>
          <w:u w:val="single"/>
        </w:rPr>
      </w:pPr>
      <w:r w:rsidRPr="00AD0782">
        <w:rPr>
          <w:rFonts w:ascii="Calibri" w:hAnsi="Calibri" w:cs="Calibri"/>
          <w:b/>
          <w:szCs w:val="24"/>
          <w:u w:val="single"/>
        </w:rPr>
        <w:t>D I C H I A R A</w:t>
      </w:r>
    </w:p>
    <w:p w14:paraId="29D6EC46" w14:textId="77777777" w:rsidR="00AD0782" w:rsidRDefault="00AD0782" w:rsidP="002D61A5">
      <w:pPr>
        <w:keepLines/>
        <w:widowControl w:val="0"/>
        <w:spacing w:line="276" w:lineRule="auto"/>
        <w:jc w:val="center"/>
        <w:rPr>
          <w:rFonts w:ascii="Calibri" w:hAnsi="Calibri" w:cs="Calibri"/>
          <w:b/>
          <w:szCs w:val="24"/>
          <w:u w:val="single"/>
        </w:rPr>
      </w:pPr>
    </w:p>
    <w:p w14:paraId="35330D93" w14:textId="77777777" w:rsidR="006C25FA" w:rsidRPr="00DB5463" w:rsidRDefault="006C25FA" w:rsidP="000359DE">
      <w:pPr>
        <w:numPr>
          <w:ilvl w:val="0"/>
          <w:numId w:val="13"/>
        </w:numPr>
        <w:autoSpaceDE w:val="0"/>
        <w:autoSpaceDN w:val="0"/>
        <w:adjustRightInd w:val="0"/>
        <w:rPr>
          <w:rFonts w:ascii="Calibri" w:hAnsi="Calibri"/>
          <w:szCs w:val="24"/>
        </w:rPr>
      </w:pPr>
      <w:r w:rsidRPr="00DB5463">
        <w:rPr>
          <w:rFonts w:ascii="Calibri" w:hAnsi="Calibri"/>
          <w:szCs w:val="24"/>
        </w:rPr>
        <w:t>di partecipare alla procedura sopra indicata in qualità di: (</w:t>
      </w:r>
      <w:r w:rsidRPr="00DB5463">
        <w:rPr>
          <w:rFonts w:ascii="Calibri" w:hAnsi="Calibri"/>
          <w:i/>
          <w:iCs/>
          <w:szCs w:val="24"/>
        </w:rPr>
        <w:t>barrare la casella di proprio interesse</w:t>
      </w:r>
      <w:r w:rsidRPr="00DB5463">
        <w:rPr>
          <w:rFonts w:ascii="Calibri" w:hAnsi="Calibri"/>
          <w:szCs w:val="24"/>
        </w:rPr>
        <w:t>)</w:t>
      </w:r>
    </w:p>
    <w:p w14:paraId="029C9992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imprenditore individuale, società, anche cooperative;</w:t>
      </w:r>
    </w:p>
    <w:p w14:paraId="4CBC2F5C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consorzio tra società cooperative di produzione e lavoro o consorzio tra imprese artigiane;</w:t>
      </w:r>
    </w:p>
    <w:p w14:paraId="6A71B48A" w14:textId="4C035A32" w:rsidR="006C25FA" w:rsidRPr="00DB5463" w:rsidRDefault="006C25FA" w:rsidP="00B13D19">
      <w:pPr>
        <w:autoSpaceDE w:val="0"/>
        <w:autoSpaceDN w:val="0"/>
        <w:adjustRightInd w:val="0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consorzio stabile, costituito anche in forma di società consortile ai sensi dell’art. 2615-ter C.C., tra</w:t>
      </w:r>
      <w:r w:rsidR="00C3593E">
        <w:rPr>
          <w:rFonts w:ascii="Calibri" w:hAnsi="Calibri"/>
          <w:szCs w:val="24"/>
        </w:rPr>
        <w:t xml:space="preserve"> </w:t>
      </w:r>
      <w:r w:rsidRPr="00DB5463">
        <w:rPr>
          <w:rFonts w:ascii="Calibri" w:hAnsi="Calibri"/>
          <w:szCs w:val="24"/>
        </w:rPr>
        <w:t>imprenditori individuali, anche artigiani, società commerciali, società cooperative di</w:t>
      </w:r>
      <w:r w:rsidR="00C3593E">
        <w:rPr>
          <w:rFonts w:ascii="Calibri" w:hAnsi="Calibri"/>
          <w:szCs w:val="24"/>
        </w:rPr>
        <w:t xml:space="preserve"> </w:t>
      </w:r>
      <w:r w:rsidRPr="00DB5463">
        <w:rPr>
          <w:rFonts w:ascii="Calibri" w:hAnsi="Calibri"/>
          <w:szCs w:val="24"/>
        </w:rPr>
        <w:t>produzione e lavoro;</w:t>
      </w:r>
    </w:p>
    <w:p w14:paraId="2727F3FE" w14:textId="0EF48390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consorziata indicata quale esecutrice dal consorzio (indicare denominazione, sede e partita IVA del</w:t>
      </w:r>
      <w:r w:rsidR="004725CC">
        <w:rPr>
          <w:rFonts w:ascii="Calibri" w:hAnsi="Calibri"/>
          <w:szCs w:val="24"/>
        </w:rPr>
        <w:t xml:space="preserve"> </w:t>
      </w:r>
      <w:proofErr w:type="gramStart"/>
      <w:r w:rsidRPr="00DB5463">
        <w:rPr>
          <w:rFonts w:ascii="Calibri" w:hAnsi="Calibri"/>
          <w:szCs w:val="24"/>
        </w:rPr>
        <w:t>Consorzio)_</w:t>
      </w:r>
      <w:proofErr w:type="gramEnd"/>
      <w:r w:rsidRPr="00DB5463">
        <w:rPr>
          <w:rFonts w:ascii="Calibri" w:hAnsi="Calibri"/>
          <w:szCs w:val="24"/>
        </w:rPr>
        <w:t>________________________________________________________________</w:t>
      </w:r>
    </w:p>
    <w:p w14:paraId="42C8134B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hAnsi="Calibri"/>
          <w:szCs w:val="24"/>
        </w:rPr>
        <w:t>___________________________________________________________________________;</w:t>
      </w:r>
    </w:p>
    <w:p w14:paraId="1098EAAF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 xml:space="preserve">raggruppamento temporaneo di concorrenti, costituito da soggetti di cui alle lettere a), b) c) </w:t>
      </w:r>
      <w:r w:rsidR="00357DF8">
        <w:rPr>
          <w:rFonts w:ascii="Calibri" w:hAnsi="Calibri"/>
          <w:szCs w:val="24"/>
        </w:rPr>
        <w:t xml:space="preserve">e d) </w:t>
      </w:r>
      <w:r w:rsidRPr="00DB5463">
        <w:rPr>
          <w:rFonts w:ascii="Calibri" w:hAnsi="Calibri"/>
          <w:szCs w:val="24"/>
        </w:rPr>
        <w:t xml:space="preserve">dell’art. </w:t>
      </w:r>
      <w:proofErr w:type="gramStart"/>
      <w:r w:rsidR="00357DF8">
        <w:rPr>
          <w:rFonts w:ascii="Calibri" w:hAnsi="Calibri"/>
          <w:szCs w:val="24"/>
        </w:rPr>
        <w:t>6</w:t>
      </w:r>
      <w:r w:rsidRPr="00DB5463">
        <w:rPr>
          <w:rFonts w:ascii="Calibri" w:hAnsi="Calibri"/>
          <w:szCs w:val="24"/>
        </w:rPr>
        <w:t>5,c.</w:t>
      </w:r>
      <w:proofErr w:type="gramEnd"/>
      <w:r w:rsidRPr="00DB5463">
        <w:rPr>
          <w:rFonts w:ascii="Calibri" w:hAnsi="Calibri"/>
          <w:szCs w:val="24"/>
        </w:rPr>
        <w:t xml:space="preserve"> 2 del </w:t>
      </w:r>
      <w:proofErr w:type="spellStart"/>
      <w:r w:rsidRPr="00DB5463">
        <w:rPr>
          <w:rFonts w:ascii="Calibri" w:hAnsi="Calibri"/>
          <w:szCs w:val="24"/>
        </w:rPr>
        <w:t>D.Lgs.</w:t>
      </w:r>
      <w:proofErr w:type="spellEnd"/>
      <w:r w:rsidRPr="00DB5463">
        <w:rPr>
          <w:rFonts w:ascii="Calibri" w:hAnsi="Calibri"/>
          <w:szCs w:val="24"/>
        </w:rPr>
        <w:t xml:space="preserve"> </w:t>
      </w:r>
      <w:r w:rsidR="00357DF8">
        <w:rPr>
          <w:rFonts w:ascii="Calibri" w:hAnsi="Calibri"/>
          <w:szCs w:val="24"/>
        </w:rPr>
        <w:t>36</w:t>
      </w:r>
      <w:r w:rsidRPr="00DB5463">
        <w:rPr>
          <w:rFonts w:ascii="Calibri" w:hAnsi="Calibri"/>
          <w:szCs w:val="24"/>
        </w:rPr>
        <w:t>/20</w:t>
      </w:r>
      <w:r w:rsidR="00357DF8">
        <w:rPr>
          <w:rFonts w:ascii="Calibri" w:hAnsi="Calibri"/>
          <w:szCs w:val="24"/>
        </w:rPr>
        <w:t>23</w:t>
      </w:r>
      <w:r w:rsidRPr="00DB5463">
        <w:rPr>
          <w:rFonts w:ascii="Calibri" w:hAnsi="Calibri"/>
          <w:szCs w:val="24"/>
        </w:rPr>
        <w:t>;</w:t>
      </w:r>
    </w:p>
    <w:p w14:paraId="556FE529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hAnsi="Calibri"/>
          <w:szCs w:val="24"/>
        </w:rPr>
        <w:t>che si presenta:</w:t>
      </w:r>
    </w:p>
    <w:p w14:paraId="40B72877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Arial,Bold" w:hAnsi="Calibri" w:cs="Arial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già costituito</w:t>
      </w:r>
    </w:p>
    <w:p w14:paraId="4D983D83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Arial,Bold" w:hAnsi="Calibri" w:cs="Arial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da costituirsi</w:t>
      </w:r>
    </w:p>
    <w:p w14:paraId="647CB416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hAnsi="Calibri"/>
          <w:szCs w:val="24"/>
        </w:rPr>
        <w:t>fra le imprese_________________________________________________________________</w:t>
      </w:r>
    </w:p>
    <w:p w14:paraId="1F15A69B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hAnsi="Calibri"/>
          <w:szCs w:val="24"/>
        </w:rPr>
        <w:t>____________________________________________________________________________</w:t>
      </w:r>
    </w:p>
    <w:p w14:paraId="1CA55064" w14:textId="77777777" w:rsidR="006C25FA" w:rsidRPr="00DB5463" w:rsidRDefault="006C25FA" w:rsidP="00B13D19">
      <w:pPr>
        <w:autoSpaceDE w:val="0"/>
        <w:autoSpaceDN w:val="0"/>
        <w:adjustRightInd w:val="0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consorzio ordinario di concorrenti di cui all’art. 2602 del C.C., costituito tra i soggetti di cui alle lettere a</w:t>
      </w:r>
      <w:proofErr w:type="gramStart"/>
      <w:r w:rsidRPr="00DB5463">
        <w:rPr>
          <w:rFonts w:ascii="Calibri" w:hAnsi="Calibri"/>
          <w:szCs w:val="24"/>
        </w:rPr>
        <w:t>),b</w:t>
      </w:r>
      <w:proofErr w:type="gramEnd"/>
      <w:r w:rsidRPr="00DB5463">
        <w:rPr>
          <w:rFonts w:ascii="Calibri" w:hAnsi="Calibri"/>
          <w:szCs w:val="24"/>
        </w:rPr>
        <w:t>)</w:t>
      </w:r>
      <w:r w:rsidR="00AA30AA">
        <w:rPr>
          <w:rFonts w:ascii="Calibri" w:hAnsi="Calibri"/>
          <w:szCs w:val="24"/>
        </w:rPr>
        <w:t xml:space="preserve">, </w:t>
      </w:r>
      <w:r w:rsidRPr="00DB5463">
        <w:rPr>
          <w:rFonts w:ascii="Calibri" w:hAnsi="Calibri"/>
          <w:szCs w:val="24"/>
        </w:rPr>
        <w:t xml:space="preserve">c) </w:t>
      </w:r>
      <w:r w:rsidR="00AA30AA">
        <w:rPr>
          <w:rFonts w:ascii="Calibri" w:hAnsi="Calibri"/>
          <w:szCs w:val="24"/>
        </w:rPr>
        <w:t xml:space="preserve">e d) </w:t>
      </w:r>
      <w:r w:rsidRPr="00DB5463">
        <w:rPr>
          <w:rFonts w:ascii="Calibri" w:hAnsi="Calibri"/>
          <w:szCs w:val="24"/>
        </w:rPr>
        <w:t xml:space="preserve">dell’art. </w:t>
      </w:r>
      <w:r w:rsidR="00AA30AA">
        <w:rPr>
          <w:rFonts w:ascii="Calibri" w:hAnsi="Calibri"/>
          <w:szCs w:val="24"/>
        </w:rPr>
        <w:t>6</w:t>
      </w:r>
      <w:r w:rsidRPr="00DB5463">
        <w:rPr>
          <w:rFonts w:ascii="Calibri" w:hAnsi="Calibri"/>
          <w:szCs w:val="24"/>
        </w:rPr>
        <w:t xml:space="preserve">5 c. 2) del </w:t>
      </w:r>
      <w:proofErr w:type="spellStart"/>
      <w:r w:rsidRPr="00DB5463">
        <w:rPr>
          <w:rFonts w:ascii="Calibri" w:hAnsi="Calibri"/>
          <w:szCs w:val="24"/>
        </w:rPr>
        <w:t>D.Lgs.</w:t>
      </w:r>
      <w:proofErr w:type="spellEnd"/>
      <w:r w:rsidRPr="00DB5463">
        <w:rPr>
          <w:rFonts w:ascii="Calibri" w:hAnsi="Calibri"/>
          <w:szCs w:val="24"/>
        </w:rPr>
        <w:t xml:space="preserve"> </w:t>
      </w:r>
      <w:r w:rsidR="00AA30AA">
        <w:rPr>
          <w:rFonts w:ascii="Calibri" w:hAnsi="Calibri"/>
          <w:szCs w:val="24"/>
        </w:rPr>
        <w:t>36</w:t>
      </w:r>
      <w:r w:rsidRPr="00DB5463">
        <w:rPr>
          <w:rFonts w:ascii="Calibri" w:hAnsi="Calibri"/>
          <w:szCs w:val="24"/>
        </w:rPr>
        <w:t>/20</w:t>
      </w:r>
      <w:r w:rsidR="00AA30AA">
        <w:rPr>
          <w:rFonts w:ascii="Calibri" w:hAnsi="Calibri"/>
          <w:szCs w:val="24"/>
        </w:rPr>
        <w:t>23</w:t>
      </w:r>
      <w:r w:rsidRPr="00DB5463">
        <w:rPr>
          <w:rFonts w:ascii="Calibri" w:hAnsi="Calibri"/>
          <w:szCs w:val="24"/>
        </w:rPr>
        <w:t>, anche in forma di società ai sensi dell’art. 2615-ter del C.C.;</w:t>
      </w:r>
    </w:p>
    <w:p w14:paraId="0D09DC21" w14:textId="5567DBDD" w:rsidR="006C25FA" w:rsidRDefault="006C25FA" w:rsidP="00E21900">
      <w:pPr>
        <w:autoSpaceDE w:val="0"/>
        <w:autoSpaceDN w:val="0"/>
        <w:adjustRightInd w:val="0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lastRenderedPageBreak/>
        <w:t xml:space="preserve">□ </w:t>
      </w:r>
      <w:r w:rsidRPr="00DB5463">
        <w:rPr>
          <w:rFonts w:ascii="Calibri" w:hAnsi="Calibri"/>
          <w:szCs w:val="24"/>
        </w:rPr>
        <w:t xml:space="preserve">altro </w:t>
      </w:r>
      <w:proofErr w:type="gramStart"/>
      <w:r w:rsidRPr="00DB5463">
        <w:rPr>
          <w:rFonts w:ascii="Calibri" w:hAnsi="Calibri"/>
          <w:szCs w:val="24"/>
        </w:rPr>
        <w:t>( lett.</w:t>
      </w:r>
      <w:proofErr w:type="gramEnd"/>
      <w:r w:rsidRPr="00DB5463">
        <w:rPr>
          <w:rFonts w:ascii="Calibri" w:hAnsi="Calibri"/>
          <w:szCs w:val="24"/>
        </w:rPr>
        <w:t xml:space="preserve"> </w:t>
      </w:r>
      <w:r w:rsidR="00AA30AA">
        <w:rPr>
          <w:rFonts w:ascii="Calibri" w:hAnsi="Calibri"/>
          <w:szCs w:val="24"/>
        </w:rPr>
        <w:t>h</w:t>
      </w:r>
      <w:r w:rsidRPr="00DB5463">
        <w:rPr>
          <w:rFonts w:ascii="Calibri" w:hAnsi="Calibri"/>
          <w:szCs w:val="24"/>
        </w:rPr>
        <w:t xml:space="preserve">) aggregazione di imprese aderenti al contratto di rete ai sensi dell’art. 3, c. 4-ter del D.L.10/02/2009, convertito dalla legge 33/2009 oppure </w:t>
      </w:r>
      <w:proofErr w:type="spellStart"/>
      <w:r w:rsidRPr="00DB5463">
        <w:rPr>
          <w:rFonts w:ascii="Calibri" w:hAnsi="Calibri"/>
          <w:szCs w:val="24"/>
        </w:rPr>
        <w:t>lett.</w:t>
      </w:r>
      <w:r w:rsidR="00AA30AA">
        <w:rPr>
          <w:rFonts w:ascii="Calibri" w:hAnsi="Calibri"/>
          <w:szCs w:val="24"/>
        </w:rPr>
        <w:t>h</w:t>
      </w:r>
      <w:proofErr w:type="spellEnd"/>
      <w:r w:rsidRPr="00DB5463">
        <w:rPr>
          <w:rFonts w:ascii="Calibri" w:hAnsi="Calibri"/>
          <w:szCs w:val="24"/>
        </w:rPr>
        <w:t>) soggetto che ha stipulato il contratto di gruppo</w:t>
      </w:r>
      <w:r w:rsidR="004725CC">
        <w:rPr>
          <w:rFonts w:ascii="Calibri" w:hAnsi="Calibri"/>
          <w:szCs w:val="24"/>
        </w:rPr>
        <w:t xml:space="preserve"> </w:t>
      </w:r>
      <w:r w:rsidRPr="00DB5463">
        <w:rPr>
          <w:rFonts w:ascii="Calibri" w:hAnsi="Calibri"/>
          <w:szCs w:val="24"/>
        </w:rPr>
        <w:t xml:space="preserve">europeo di interesse economico (GEIE) ai sensi del </w:t>
      </w:r>
      <w:proofErr w:type="spellStart"/>
      <w:r w:rsidRPr="00DB5463">
        <w:rPr>
          <w:rFonts w:ascii="Calibri" w:hAnsi="Calibri"/>
          <w:szCs w:val="24"/>
        </w:rPr>
        <w:t>D.Lgs</w:t>
      </w:r>
      <w:proofErr w:type="spellEnd"/>
      <w:r w:rsidRPr="00DB5463">
        <w:rPr>
          <w:rFonts w:ascii="Calibri" w:hAnsi="Calibri"/>
          <w:szCs w:val="24"/>
        </w:rPr>
        <w:t xml:space="preserve"> 240/1991)</w:t>
      </w:r>
    </w:p>
    <w:p w14:paraId="4E4EA29F" w14:textId="77777777" w:rsidR="0030132F" w:rsidRPr="00856014" w:rsidRDefault="0030132F" w:rsidP="00E21900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>□</w:t>
      </w:r>
      <w:r w:rsidRPr="00856014">
        <w:rPr>
          <w:rFonts w:ascii="Calibri" w:eastAsia="Garamond,Bold" w:hAnsi="Calibri" w:cs="Garamond,Bold"/>
          <w:bCs/>
          <w:szCs w:val="24"/>
        </w:rPr>
        <w:t>altra forma giuridica (</w:t>
      </w:r>
      <w:r w:rsidRPr="00856014">
        <w:rPr>
          <w:rFonts w:ascii="Calibri" w:eastAsia="Garamond,Bold" w:hAnsi="Calibri" w:cs="Garamond,Bold"/>
          <w:bCs/>
          <w:i/>
          <w:szCs w:val="24"/>
        </w:rPr>
        <w:t>indicare</w:t>
      </w:r>
      <w:r w:rsidRPr="00856014">
        <w:rPr>
          <w:rFonts w:ascii="Calibri" w:eastAsia="Garamond,Bold" w:hAnsi="Calibri" w:cs="Garamond,Bold"/>
          <w:bCs/>
          <w:szCs w:val="24"/>
        </w:rPr>
        <w:t>): …</w:t>
      </w:r>
    </w:p>
    <w:p w14:paraId="39C1964A" w14:textId="77777777" w:rsidR="00B13D19" w:rsidRPr="0098564E" w:rsidRDefault="00B13D19" w:rsidP="002D61A5">
      <w:pPr>
        <w:keepLines/>
        <w:widowControl w:val="0"/>
        <w:spacing w:line="276" w:lineRule="auto"/>
        <w:jc w:val="center"/>
        <w:rPr>
          <w:rFonts w:ascii="Calibri" w:hAnsi="Calibri" w:cs="Calibri"/>
          <w:b/>
          <w:szCs w:val="24"/>
          <w:u w:val="single"/>
        </w:rPr>
      </w:pPr>
    </w:p>
    <w:p w14:paraId="52AF5745" w14:textId="77777777" w:rsidR="00C35324" w:rsidRDefault="00E21900" w:rsidP="00B973D8">
      <w:pPr>
        <w:widowControl w:val="0"/>
        <w:numPr>
          <w:ilvl w:val="0"/>
          <w:numId w:val="13"/>
        </w:numPr>
        <w:suppressAutoHyphens/>
        <w:autoSpaceDE w:val="0"/>
        <w:spacing w:after="120"/>
        <w:rPr>
          <w:rFonts w:ascii="Calibri" w:eastAsia="TTE1979838t00" w:hAnsi="Calibri" w:cs="Arial"/>
          <w:szCs w:val="24"/>
          <w:u w:val="single"/>
          <w:lang w:eastAsia="zh-CN"/>
        </w:rPr>
      </w:pPr>
      <w:bookmarkStart w:id="0" w:name="_Hlk139634450"/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 xml:space="preserve">che non sussistono </w:t>
      </w:r>
      <w:r w:rsidR="00AA30AA">
        <w:rPr>
          <w:rFonts w:ascii="Calibri" w:eastAsia="TTE1979838t00" w:hAnsi="Calibri" w:cs="Arial"/>
          <w:szCs w:val="24"/>
          <w:u w:val="single"/>
          <w:lang w:eastAsia="zh-CN"/>
        </w:rPr>
        <w:t>cause</w:t>
      </w:r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 xml:space="preserve"> di esclusione </w:t>
      </w:r>
      <w:r w:rsidR="00AA30AA">
        <w:rPr>
          <w:rFonts w:ascii="Calibri" w:eastAsia="TTE1979838t00" w:hAnsi="Calibri" w:cs="Arial"/>
          <w:szCs w:val="24"/>
          <w:u w:val="single"/>
          <w:lang w:eastAsia="zh-CN"/>
        </w:rPr>
        <w:t xml:space="preserve">automatica </w:t>
      </w:r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 xml:space="preserve">dalla procedura ai sensi dell’art. </w:t>
      </w:r>
      <w:r w:rsidR="00AA30AA">
        <w:rPr>
          <w:rFonts w:ascii="Calibri" w:eastAsia="TTE1979838t00" w:hAnsi="Calibri" w:cs="Arial"/>
          <w:szCs w:val="24"/>
          <w:u w:val="single"/>
          <w:lang w:eastAsia="zh-CN"/>
        </w:rPr>
        <w:t>94</w:t>
      </w:r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 xml:space="preserve"> del </w:t>
      </w:r>
      <w:proofErr w:type="spellStart"/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>D.Lgs.</w:t>
      </w:r>
      <w:proofErr w:type="spellEnd"/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 xml:space="preserve"> </w:t>
      </w:r>
      <w:r w:rsidR="00AA30AA">
        <w:rPr>
          <w:rFonts w:ascii="Calibri" w:eastAsia="TTE1979838t00" w:hAnsi="Calibri" w:cs="Arial"/>
          <w:szCs w:val="24"/>
          <w:u w:val="single"/>
          <w:lang w:eastAsia="zh-CN"/>
        </w:rPr>
        <w:t>36</w:t>
      </w:r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>/20</w:t>
      </w:r>
      <w:r w:rsidR="00AA30AA">
        <w:rPr>
          <w:rFonts w:ascii="Calibri" w:eastAsia="TTE1979838t00" w:hAnsi="Calibri" w:cs="Arial"/>
          <w:szCs w:val="24"/>
          <w:u w:val="single"/>
          <w:lang w:eastAsia="zh-CN"/>
        </w:rPr>
        <w:t>23</w:t>
      </w:r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 xml:space="preserve"> e </w:t>
      </w:r>
      <w:proofErr w:type="spellStart"/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>s.m.i.</w:t>
      </w:r>
      <w:proofErr w:type="spellEnd"/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>;</w:t>
      </w:r>
    </w:p>
    <w:bookmarkEnd w:id="0"/>
    <w:p w14:paraId="2BB3C95C" w14:textId="77777777" w:rsidR="00C35324" w:rsidRDefault="00C35324" w:rsidP="00C35324">
      <w:pPr>
        <w:pStyle w:val="Paragrafoelenco"/>
        <w:numPr>
          <w:ilvl w:val="0"/>
          <w:numId w:val="13"/>
        </w:numPr>
        <w:rPr>
          <w:rFonts w:ascii="Calibri" w:eastAsia="TTE1979838t00" w:hAnsi="Calibri" w:cs="Arial"/>
          <w:szCs w:val="24"/>
          <w:u w:val="single"/>
          <w:lang w:eastAsia="zh-CN"/>
        </w:rPr>
      </w:pPr>
      <w:r w:rsidRPr="00C35324">
        <w:rPr>
          <w:rFonts w:ascii="Calibri" w:eastAsia="TTE1979838t00" w:hAnsi="Calibri" w:cs="Arial"/>
          <w:szCs w:val="24"/>
          <w:u w:val="single"/>
          <w:lang w:eastAsia="zh-CN"/>
        </w:rPr>
        <w:t xml:space="preserve">che non sussistono cause di esclusione </w:t>
      </w:r>
      <w:r>
        <w:rPr>
          <w:rFonts w:ascii="Calibri" w:eastAsia="TTE1979838t00" w:hAnsi="Calibri" w:cs="Arial"/>
          <w:szCs w:val="24"/>
          <w:u w:val="single"/>
          <w:lang w:eastAsia="zh-CN"/>
        </w:rPr>
        <w:t xml:space="preserve">non </w:t>
      </w:r>
      <w:r w:rsidRPr="00C35324">
        <w:rPr>
          <w:rFonts w:ascii="Calibri" w:eastAsia="TTE1979838t00" w:hAnsi="Calibri" w:cs="Arial"/>
          <w:szCs w:val="24"/>
          <w:u w:val="single"/>
          <w:lang w:eastAsia="zh-CN"/>
        </w:rPr>
        <w:t>automatica dalla procedura ai sensi dell’art. 9</w:t>
      </w:r>
      <w:r>
        <w:rPr>
          <w:rFonts w:ascii="Calibri" w:eastAsia="TTE1979838t00" w:hAnsi="Calibri" w:cs="Arial"/>
          <w:szCs w:val="24"/>
          <w:u w:val="single"/>
          <w:lang w:eastAsia="zh-CN"/>
        </w:rPr>
        <w:t>5</w:t>
      </w:r>
      <w:r w:rsidRPr="00C35324">
        <w:rPr>
          <w:rFonts w:ascii="Calibri" w:eastAsia="TTE1979838t00" w:hAnsi="Calibri" w:cs="Arial"/>
          <w:szCs w:val="24"/>
          <w:u w:val="single"/>
          <w:lang w:eastAsia="zh-CN"/>
        </w:rPr>
        <w:t xml:space="preserve"> del </w:t>
      </w:r>
      <w:proofErr w:type="spellStart"/>
      <w:r w:rsidRPr="00C35324">
        <w:rPr>
          <w:rFonts w:ascii="Calibri" w:eastAsia="TTE1979838t00" w:hAnsi="Calibri" w:cs="Arial"/>
          <w:szCs w:val="24"/>
          <w:u w:val="single"/>
          <w:lang w:eastAsia="zh-CN"/>
        </w:rPr>
        <w:t>D.Lgs.</w:t>
      </w:r>
      <w:proofErr w:type="spellEnd"/>
      <w:r w:rsidRPr="00C35324">
        <w:rPr>
          <w:rFonts w:ascii="Calibri" w:eastAsia="TTE1979838t00" w:hAnsi="Calibri" w:cs="Arial"/>
          <w:szCs w:val="24"/>
          <w:u w:val="single"/>
          <w:lang w:eastAsia="zh-CN"/>
        </w:rPr>
        <w:t xml:space="preserve"> 36/2023 e </w:t>
      </w:r>
      <w:proofErr w:type="spellStart"/>
      <w:r w:rsidRPr="00C35324">
        <w:rPr>
          <w:rFonts w:ascii="Calibri" w:eastAsia="TTE1979838t00" w:hAnsi="Calibri" w:cs="Arial"/>
          <w:szCs w:val="24"/>
          <w:u w:val="single"/>
          <w:lang w:eastAsia="zh-CN"/>
        </w:rPr>
        <w:t>s.m.i.</w:t>
      </w:r>
      <w:proofErr w:type="spellEnd"/>
      <w:r w:rsidRPr="00C35324">
        <w:rPr>
          <w:rFonts w:ascii="Calibri" w:eastAsia="TTE1979838t00" w:hAnsi="Calibri" w:cs="Arial"/>
          <w:szCs w:val="24"/>
          <w:u w:val="single"/>
          <w:lang w:eastAsia="zh-CN"/>
        </w:rPr>
        <w:t>;</w:t>
      </w:r>
    </w:p>
    <w:p w14:paraId="39D1FD22" w14:textId="77777777" w:rsidR="000F53DF" w:rsidRDefault="000F53DF" w:rsidP="000F53DF">
      <w:pPr>
        <w:pStyle w:val="Paragrafoelenco"/>
        <w:ind w:left="360"/>
        <w:rPr>
          <w:rFonts w:ascii="Calibri" w:eastAsia="TTE1979838t00" w:hAnsi="Calibri" w:cs="Arial"/>
          <w:szCs w:val="24"/>
          <w:u w:val="single"/>
          <w:lang w:eastAsia="zh-CN"/>
        </w:rPr>
      </w:pPr>
    </w:p>
    <w:p w14:paraId="4EF58971" w14:textId="2B878A21" w:rsidR="000F53DF" w:rsidRPr="002C1613" w:rsidRDefault="000F53DF" w:rsidP="000F53DF">
      <w:pPr>
        <w:pStyle w:val="Paragrafoelenco"/>
        <w:numPr>
          <w:ilvl w:val="0"/>
          <w:numId w:val="13"/>
        </w:numPr>
        <w:contextualSpacing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Di essere iscritta (o di impegnarsi ad iscriversi e ad abilitarsi in caso di affidamento) </w:t>
      </w:r>
      <w:r w:rsidRPr="002C1613">
        <w:rPr>
          <w:rFonts w:asciiTheme="minorHAnsi" w:hAnsiTheme="minorHAnsi" w:cstheme="minorHAnsi"/>
          <w:szCs w:val="24"/>
        </w:rPr>
        <w:t>al Mercato Elettronico della Pubblica Amministrazione (M.E.PA.) al Bando “</w:t>
      </w:r>
      <w:r w:rsidRPr="002C1613">
        <w:rPr>
          <w:rFonts w:asciiTheme="minorHAnsi" w:hAnsiTheme="minorHAnsi" w:cstheme="minorHAnsi"/>
          <w:i/>
          <w:szCs w:val="24"/>
        </w:rPr>
        <w:t>Servizi</w:t>
      </w:r>
      <w:r w:rsidRPr="002C1613">
        <w:rPr>
          <w:rFonts w:asciiTheme="minorHAnsi" w:hAnsiTheme="minorHAnsi" w:cstheme="minorHAnsi"/>
          <w:szCs w:val="24"/>
        </w:rPr>
        <w:t>”, Categoria “</w:t>
      </w:r>
      <w:r w:rsidRPr="002C1613">
        <w:rPr>
          <w:rFonts w:asciiTheme="minorHAnsi" w:hAnsiTheme="minorHAnsi" w:cstheme="minorHAnsi"/>
          <w:i/>
          <w:szCs w:val="24"/>
        </w:rPr>
        <w:t>Servizi di pulizia degli immobili, disinfestazione e sanificazione impianti</w:t>
      </w:r>
      <w:r w:rsidRPr="002C1613">
        <w:rPr>
          <w:rFonts w:asciiTheme="minorHAnsi" w:hAnsiTheme="minorHAnsi" w:cstheme="minorHAnsi"/>
          <w:szCs w:val="24"/>
        </w:rPr>
        <w:t>”, Sottocategoria 1 “</w:t>
      </w:r>
      <w:r w:rsidRPr="002C1613">
        <w:rPr>
          <w:rFonts w:asciiTheme="minorHAnsi" w:hAnsiTheme="minorHAnsi" w:cstheme="minorHAnsi"/>
          <w:i/>
          <w:szCs w:val="24"/>
        </w:rPr>
        <w:t>Servizi di pulizia agli immobili</w:t>
      </w:r>
      <w:r w:rsidRPr="002C1613">
        <w:rPr>
          <w:rFonts w:asciiTheme="minorHAnsi" w:hAnsiTheme="minorHAnsi" w:cstheme="minorHAnsi"/>
          <w:szCs w:val="24"/>
        </w:rPr>
        <w:t xml:space="preserve">”, CPV 90910000-4 – </w:t>
      </w:r>
      <w:r w:rsidRPr="002C1613">
        <w:rPr>
          <w:rFonts w:asciiTheme="minorHAnsi" w:hAnsiTheme="minorHAnsi" w:cstheme="minorHAnsi"/>
          <w:i/>
          <w:szCs w:val="24"/>
        </w:rPr>
        <w:t>Servizi di pulizia di uffici</w:t>
      </w:r>
      <w:r w:rsidRPr="002C1613">
        <w:rPr>
          <w:rFonts w:asciiTheme="minorHAnsi" w:hAnsiTheme="minorHAnsi" w:cstheme="minorHAnsi"/>
          <w:szCs w:val="24"/>
        </w:rPr>
        <w:t>.</w:t>
      </w:r>
    </w:p>
    <w:p w14:paraId="2B40995A" w14:textId="77777777" w:rsidR="00D87A42" w:rsidRPr="00C35324" w:rsidRDefault="00D87A42" w:rsidP="00C35324">
      <w:pPr>
        <w:pStyle w:val="Paragrafoelenco"/>
        <w:ind w:left="360"/>
        <w:rPr>
          <w:rFonts w:ascii="Calibri" w:eastAsia="TTE1979838t00" w:hAnsi="Calibri" w:cs="Arial"/>
          <w:szCs w:val="24"/>
          <w:u w:val="single"/>
          <w:lang w:eastAsia="zh-CN"/>
        </w:rPr>
      </w:pPr>
    </w:p>
    <w:p w14:paraId="6847DDBF" w14:textId="77777777" w:rsidR="00A47F05" w:rsidRPr="00C71430" w:rsidRDefault="00A47F05" w:rsidP="00AD0782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 xml:space="preserve">che i dati identificativi (completare di seguito gli spazi pertinenti indicando nome, cognome, luogo e data di nascita, qualifica) dei soggetti attualmente in carica di cui all’art. </w:t>
      </w:r>
      <w:r w:rsidR="004B0FF1">
        <w:rPr>
          <w:rFonts w:ascii="Calibri" w:hAnsi="Calibri" w:cs="Calibri"/>
          <w:szCs w:val="24"/>
        </w:rPr>
        <w:t>94</w:t>
      </w:r>
      <w:r w:rsidRPr="00C71430">
        <w:rPr>
          <w:rFonts w:ascii="Calibri" w:hAnsi="Calibri" w:cs="Calibri"/>
          <w:szCs w:val="24"/>
        </w:rPr>
        <w:t xml:space="preserve"> co. 3 </w:t>
      </w:r>
      <w:proofErr w:type="spellStart"/>
      <w:r w:rsidRPr="00C71430">
        <w:rPr>
          <w:rFonts w:ascii="Calibri" w:hAnsi="Calibri" w:cs="Calibri"/>
          <w:szCs w:val="24"/>
        </w:rPr>
        <w:t>D.Lgs</w:t>
      </w:r>
      <w:proofErr w:type="spellEnd"/>
      <w:r w:rsidRPr="00C71430">
        <w:rPr>
          <w:rFonts w:ascii="Calibri" w:hAnsi="Calibri" w:cs="Calibri"/>
          <w:szCs w:val="24"/>
        </w:rPr>
        <w:t xml:space="preserve"> </w:t>
      </w:r>
      <w:r w:rsidR="004B0FF1">
        <w:rPr>
          <w:rFonts w:ascii="Calibri" w:hAnsi="Calibri" w:cs="Calibri"/>
          <w:szCs w:val="24"/>
        </w:rPr>
        <w:t>23</w:t>
      </w:r>
      <w:r w:rsidRPr="00C71430">
        <w:rPr>
          <w:rFonts w:ascii="Calibri" w:hAnsi="Calibri" w:cs="Calibri"/>
          <w:szCs w:val="24"/>
        </w:rPr>
        <w:t>/</w:t>
      </w:r>
      <w:r w:rsidR="004B0FF1">
        <w:rPr>
          <w:rFonts w:ascii="Calibri" w:hAnsi="Calibri" w:cs="Calibri"/>
          <w:szCs w:val="24"/>
        </w:rPr>
        <w:t>2023</w:t>
      </w:r>
      <w:r w:rsidRPr="00C71430">
        <w:rPr>
          <w:rFonts w:ascii="Calibri" w:hAnsi="Calibri" w:cs="Calibri"/>
          <w:szCs w:val="24"/>
        </w:rPr>
        <w:t xml:space="preserve"> sono i seguenti (compilare la voce che interessa):</w:t>
      </w:r>
    </w:p>
    <w:p w14:paraId="2812D03D" w14:textId="77777777" w:rsidR="00A47F05" w:rsidRPr="00C71430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titolare e i direttori tecnici dell’impresa individuale</w:t>
      </w:r>
    </w:p>
    <w:p w14:paraId="74CB848E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3EA937F8" w14:textId="77777777" w:rsidR="00A47F05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0F87880E" w14:textId="77777777" w:rsidR="00A47F05" w:rsidRPr="00C71430" w:rsidRDefault="00A47F05" w:rsidP="00B24291">
      <w:pPr>
        <w:keepLines/>
        <w:widowControl w:val="0"/>
        <w:numPr>
          <w:ilvl w:val="0"/>
          <w:numId w:val="5"/>
        </w:numPr>
        <w:spacing w:line="276" w:lineRule="auto"/>
        <w:ind w:left="567" w:hanging="207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>tutti i soci ed i direttori tecnici della società in nome collettivo</w:t>
      </w:r>
    </w:p>
    <w:p w14:paraId="5D7B3C5A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5BC73C88" w14:textId="77777777" w:rsidR="00A47F05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54565780" w14:textId="77777777" w:rsidR="00A47F05" w:rsidRPr="00C71430" w:rsidRDefault="00A47F05" w:rsidP="00B24291">
      <w:pPr>
        <w:keepLines/>
        <w:widowControl w:val="0"/>
        <w:numPr>
          <w:ilvl w:val="0"/>
          <w:numId w:val="5"/>
        </w:numPr>
        <w:tabs>
          <w:tab w:val="left" w:pos="993"/>
        </w:tabs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 xml:space="preserve">tutti i soci accomandatari ed i direttori tecnici nel caso di società in </w:t>
      </w:r>
      <w:proofErr w:type="gramStart"/>
      <w:r w:rsidRPr="00C71430">
        <w:rPr>
          <w:rFonts w:ascii="Calibri" w:hAnsi="Calibri" w:cs="Calibri"/>
          <w:szCs w:val="24"/>
        </w:rPr>
        <w:t>accomandita  semplice</w:t>
      </w:r>
      <w:proofErr w:type="gramEnd"/>
    </w:p>
    <w:p w14:paraId="0F67A6A4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16708C97" w14:textId="77777777" w:rsidR="00A47F05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60A22D38" w14:textId="77777777" w:rsidR="00A47F05" w:rsidRPr="00C71430" w:rsidRDefault="00A47F05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se si tratta di altro tipo di società o consorzio:</w:t>
      </w:r>
    </w:p>
    <w:p w14:paraId="48ADADF6" w14:textId="77777777" w:rsidR="00A47F05" w:rsidRPr="00C71430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>tutti i membri del consiglio di amministrazione cui sia stata conferita la legale rappresentanza o amministratore unico</w:t>
      </w:r>
    </w:p>
    <w:p w14:paraId="49F7906E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396CB28A" w14:textId="77777777" w:rsidR="00A47F05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1240653F" w14:textId="77777777" w:rsidR="00A47F05" w:rsidRPr="00C71430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 xml:space="preserve">soggetti muniti di poteri di direzione </w:t>
      </w:r>
    </w:p>
    <w:p w14:paraId="4B78E313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77AC2ACA" w14:textId="77777777" w:rsidR="00A47F05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496E6386" w14:textId="77777777" w:rsidR="00A47F05" w:rsidRPr="00C71430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 xml:space="preserve"> </w:t>
      </w:r>
      <w:proofErr w:type="gramStart"/>
      <w:r w:rsidRPr="00C71430">
        <w:rPr>
          <w:rFonts w:ascii="Calibri" w:hAnsi="Calibri" w:cs="Calibri"/>
          <w:szCs w:val="24"/>
        </w:rPr>
        <w:t>soggetti  muniti</w:t>
      </w:r>
      <w:proofErr w:type="gramEnd"/>
      <w:r w:rsidRPr="00C71430">
        <w:rPr>
          <w:rFonts w:ascii="Calibri" w:hAnsi="Calibri" w:cs="Calibri"/>
          <w:szCs w:val="24"/>
        </w:rPr>
        <w:t xml:space="preserve"> di poteri di vigilanza/controllo</w:t>
      </w:r>
    </w:p>
    <w:p w14:paraId="2AECDF27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5C399BFB" w14:textId="77777777" w:rsidR="00A47F05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1065FDF7" w14:textId="77777777" w:rsidR="00A47F05" w:rsidRPr="00C71430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>soggetti muniti di poteri di rappresentanza (Procuratori con procura generale che conferisca rappresentanza generale dell’impresa, procuratori speciali muniti di potere decisionale di particolare ampiezza e riferiti ad una pluralità di oggetti ed institori)</w:t>
      </w:r>
    </w:p>
    <w:p w14:paraId="33CCB0EB" w14:textId="77777777" w:rsidR="00A47F05" w:rsidRPr="00C71430" w:rsidRDefault="00A47F05" w:rsidP="005C360C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4EABE616" w14:textId="77777777" w:rsidR="00A47F05" w:rsidRPr="00C71430" w:rsidRDefault="00A47F05" w:rsidP="005C360C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33A6B51B" w14:textId="77777777" w:rsidR="00A47F05" w:rsidRPr="00C71430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lastRenderedPageBreak/>
        <w:tab/>
        <w:t>direttori tecnici</w:t>
      </w:r>
    </w:p>
    <w:p w14:paraId="1D7EA1DB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1E140841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018D7A36" w14:textId="77777777" w:rsidR="00A47F05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>socio unico persona fisic</w:t>
      </w:r>
      <w:r w:rsidR="004B0FF1">
        <w:rPr>
          <w:rFonts w:ascii="Calibri" w:hAnsi="Calibri" w:cs="Calibri"/>
          <w:szCs w:val="24"/>
        </w:rPr>
        <w:t>a</w:t>
      </w:r>
      <w:r w:rsidRPr="00C71430">
        <w:rPr>
          <w:rFonts w:ascii="Calibri" w:hAnsi="Calibri" w:cs="Calibri"/>
          <w:szCs w:val="24"/>
        </w:rPr>
        <w:t>: ………………</w:t>
      </w:r>
      <w:proofErr w:type="gramStart"/>
      <w:r w:rsidRPr="00C71430">
        <w:rPr>
          <w:rFonts w:ascii="Calibri" w:hAnsi="Calibri" w:cs="Calibri"/>
          <w:szCs w:val="24"/>
        </w:rPr>
        <w:t>…….</w:t>
      </w:r>
      <w:proofErr w:type="gramEnd"/>
      <w:r w:rsidRPr="00C71430">
        <w:rPr>
          <w:rFonts w:ascii="Calibri" w:hAnsi="Calibri" w:cs="Calibri"/>
          <w:szCs w:val="24"/>
        </w:rPr>
        <w:t>……………………………………………………</w:t>
      </w:r>
    </w:p>
    <w:p w14:paraId="2B961FDE" w14:textId="77777777" w:rsidR="000A1BAE" w:rsidRDefault="000A1BAE" w:rsidP="003A28E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------------------------------------------------------------------------------------------------</w:t>
      </w:r>
    </w:p>
    <w:p w14:paraId="39514E9C" w14:textId="77777777" w:rsidR="000126AD" w:rsidRPr="000126AD" w:rsidRDefault="000126AD" w:rsidP="000126AD">
      <w:pPr>
        <w:pStyle w:val="Paragrafoelenco"/>
        <w:numPr>
          <w:ilvl w:val="0"/>
          <w:numId w:val="5"/>
        </w:numPr>
        <w:rPr>
          <w:rFonts w:ascii="Calibri" w:hAnsi="Calibri" w:cs="Calibri"/>
          <w:szCs w:val="24"/>
        </w:rPr>
      </w:pPr>
      <w:r w:rsidRPr="000126AD">
        <w:rPr>
          <w:rFonts w:ascii="Calibri" w:hAnsi="Calibri" w:cs="Calibri"/>
          <w:szCs w:val="24"/>
        </w:rPr>
        <w:t>amministratore di fatto nelle ipotesi di cui punti precedenti ……………………………………………………………………………………………………………………………………</w:t>
      </w:r>
      <w:proofErr w:type="gramStart"/>
      <w:r w:rsidRPr="000126AD">
        <w:rPr>
          <w:rFonts w:ascii="Calibri" w:hAnsi="Calibri" w:cs="Calibri"/>
          <w:szCs w:val="24"/>
        </w:rPr>
        <w:t>…….</w:t>
      </w:r>
      <w:proofErr w:type="gramEnd"/>
      <w:r w:rsidRPr="000126AD">
        <w:rPr>
          <w:rFonts w:ascii="Calibri" w:hAnsi="Calibri" w:cs="Calibri"/>
          <w:szCs w:val="24"/>
        </w:rPr>
        <w:t>.</w:t>
      </w:r>
    </w:p>
    <w:p w14:paraId="7F41762C" w14:textId="77777777" w:rsidR="000126AD" w:rsidRPr="000126AD" w:rsidRDefault="000126AD" w:rsidP="000126AD">
      <w:pPr>
        <w:pStyle w:val="Paragrafoelenco"/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</w:p>
    <w:p w14:paraId="6460C940" w14:textId="77777777" w:rsidR="00C3593E" w:rsidRPr="00313DF1" w:rsidRDefault="00C3593E" w:rsidP="00C3593E">
      <w:pPr>
        <w:widowControl w:val="0"/>
        <w:numPr>
          <w:ilvl w:val="0"/>
          <w:numId w:val="13"/>
        </w:numPr>
        <w:suppressAutoHyphens/>
        <w:autoSpaceDE w:val="0"/>
        <w:spacing w:after="120"/>
        <w:jc w:val="left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che l’impresa ha domicilio fiscale in ………………………………………………………………….</w:t>
      </w:r>
      <w:r w:rsidRPr="00313DF1">
        <w:rPr>
          <w:rFonts w:ascii="Calibri" w:eastAsia="TTE1979838t00" w:hAnsi="Calibri" w:cs="Arial"/>
          <w:szCs w:val="24"/>
          <w:lang w:eastAsia="zh-CN"/>
        </w:rPr>
        <w:tab/>
      </w:r>
    </w:p>
    <w:p w14:paraId="701576FC" w14:textId="77777777" w:rsidR="00C3593E" w:rsidRPr="00313DF1" w:rsidRDefault="00C3593E" w:rsidP="00C3593E">
      <w:pPr>
        <w:widowControl w:val="0"/>
        <w:suppressAutoHyphens/>
        <w:autoSpaceDE w:val="0"/>
        <w:spacing w:after="120"/>
        <w:ind w:left="709" w:right="49" w:hanging="425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codice fiscale………………………………… partita IVA ……………………………</w:t>
      </w:r>
      <w:proofErr w:type="gramStart"/>
      <w:r w:rsidRPr="00313DF1">
        <w:rPr>
          <w:rFonts w:ascii="Calibri" w:eastAsia="TTE1979838t00" w:hAnsi="Calibri" w:cs="Arial"/>
          <w:szCs w:val="24"/>
          <w:lang w:eastAsia="zh-CN"/>
        </w:rPr>
        <w:t>…….</w:t>
      </w:r>
      <w:proofErr w:type="gramEnd"/>
      <w:r w:rsidRPr="00313DF1">
        <w:rPr>
          <w:rFonts w:ascii="Calibri" w:eastAsia="TTE1979838t00" w:hAnsi="Calibri" w:cs="Arial"/>
          <w:szCs w:val="24"/>
          <w:lang w:eastAsia="zh-CN"/>
        </w:rPr>
        <w:t xml:space="preserve">. </w:t>
      </w:r>
    </w:p>
    <w:p w14:paraId="0282A07B" w14:textId="77777777" w:rsidR="00C3593E" w:rsidRDefault="00C3593E" w:rsidP="00C3593E">
      <w:pPr>
        <w:widowControl w:val="0"/>
        <w:suppressAutoHyphens/>
        <w:autoSpaceDE w:val="0"/>
        <w:spacing w:after="120"/>
        <w:ind w:left="284" w:right="49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 xml:space="preserve">indirizzo di </w:t>
      </w:r>
      <w:r w:rsidRPr="00313DF1">
        <w:rPr>
          <w:rFonts w:ascii="Calibri" w:eastAsia="TTE1979838t00" w:hAnsi="Calibri" w:cs="Arial"/>
          <w:szCs w:val="24"/>
          <w:u w:val="single"/>
          <w:lang w:eastAsia="zh-CN"/>
        </w:rPr>
        <w:t>posta elettronica certificata</w:t>
      </w:r>
      <w:r w:rsidRPr="00313DF1">
        <w:rPr>
          <w:rFonts w:ascii="Calibri" w:eastAsia="TTE1979838t00" w:hAnsi="Calibri" w:cs="Arial"/>
          <w:szCs w:val="24"/>
          <w:lang w:eastAsia="zh-CN"/>
        </w:rPr>
        <w:t xml:space="preserve"> …………………………………………</w:t>
      </w:r>
      <w:proofErr w:type="gramStart"/>
      <w:r w:rsidRPr="00313DF1">
        <w:rPr>
          <w:rFonts w:ascii="Calibri" w:eastAsia="TTE1979838t00" w:hAnsi="Calibri" w:cs="Arial"/>
          <w:szCs w:val="24"/>
          <w:lang w:eastAsia="zh-CN"/>
        </w:rPr>
        <w:t>…….</w:t>
      </w:r>
      <w:proofErr w:type="gramEnd"/>
      <w:r w:rsidRPr="00313DF1">
        <w:rPr>
          <w:rFonts w:ascii="Calibri" w:eastAsia="TTE1979838t00" w:hAnsi="Calibri" w:cs="Arial"/>
          <w:szCs w:val="24"/>
          <w:lang w:eastAsia="zh-CN"/>
        </w:rPr>
        <w:t>. che autorizza ad ogni effetto di legge per il ricevimento di tutte le comunicazioni inerenti alla suindicata procedura;</w:t>
      </w:r>
    </w:p>
    <w:p w14:paraId="52331A07" w14:textId="77777777" w:rsidR="00C56A1B" w:rsidRPr="00313DF1" w:rsidRDefault="00C56A1B" w:rsidP="00C56A1B">
      <w:pPr>
        <w:widowControl w:val="0"/>
        <w:suppressAutoHyphens/>
        <w:autoSpaceDE w:val="0"/>
        <w:ind w:left="284" w:right="49"/>
        <w:rPr>
          <w:rFonts w:ascii="Calibri" w:eastAsia="TTE1979838t00" w:hAnsi="Calibri" w:cs="Arial"/>
          <w:szCs w:val="24"/>
          <w:lang w:eastAsia="zh-CN"/>
        </w:rPr>
      </w:pPr>
    </w:p>
    <w:p w14:paraId="23794B0E" w14:textId="77777777" w:rsidR="00B61FA8" w:rsidRPr="00B61FA8" w:rsidRDefault="00C3593E" w:rsidP="00C3593E">
      <w:pPr>
        <w:widowControl w:val="0"/>
        <w:numPr>
          <w:ilvl w:val="0"/>
          <w:numId w:val="13"/>
        </w:numPr>
        <w:suppressAutoHyphens/>
        <w:autoSpaceDE w:val="0"/>
        <w:spacing w:after="120"/>
        <w:ind w:right="49"/>
        <w:jc w:val="left"/>
        <w:rPr>
          <w:rFonts w:ascii="Calibri" w:hAnsi="Calibri" w:cs="Arial"/>
          <w:i/>
          <w:iCs/>
          <w:color w:val="0000FF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che l'impresa è iscritta nel registro delle imprese della Camera di Commercio di.......................</w:t>
      </w:r>
      <w:r w:rsidR="00B61FA8">
        <w:rPr>
          <w:rFonts w:ascii="Calibri" w:eastAsia="TTE1979838t00" w:hAnsi="Calibri" w:cs="Arial"/>
          <w:szCs w:val="24"/>
          <w:lang w:eastAsia="zh-CN"/>
        </w:rPr>
        <w:t>.</w:t>
      </w:r>
    </w:p>
    <w:p w14:paraId="685336C5" w14:textId="627B037D" w:rsidR="00C3593E" w:rsidRPr="00313DF1" w:rsidRDefault="00B61FA8" w:rsidP="00B61FA8">
      <w:pPr>
        <w:widowControl w:val="0"/>
        <w:suppressAutoHyphens/>
        <w:autoSpaceDE w:val="0"/>
        <w:spacing w:after="120"/>
        <w:ind w:left="360" w:right="49"/>
        <w:jc w:val="left"/>
        <w:rPr>
          <w:rFonts w:ascii="Calibri" w:hAnsi="Calibri" w:cs="Arial"/>
          <w:i/>
          <w:iCs/>
          <w:color w:val="0000FF"/>
          <w:szCs w:val="24"/>
          <w:lang w:eastAsia="zh-CN"/>
        </w:rPr>
      </w:pPr>
      <w:r>
        <w:rPr>
          <w:rFonts w:ascii="Calibri" w:eastAsia="TTE1979838t00" w:hAnsi="Calibri" w:cs="Arial"/>
          <w:szCs w:val="24"/>
          <w:lang w:eastAsia="zh-CN"/>
        </w:rPr>
        <w:t>………………………….</w:t>
      </w:r>
      <w:r w:rsidR="00C3593E" w:rsidRPr="00313DF1">
        <w:rPr>
          <w:rFonts w:ascii="Calibri" w:eastAsia="TTE1979838t00" w:hAnsi="Calibri" w:cs="Arial"/>
          <w:szCs w:val="24"/>
          <w:lang w:eastAsia="zh-CN"/>
        </w:rPr>
        <w:t xml:space="preserve"> </w:t>
      </w:r>
      <w:r w:rsidRPr="002C1613">
        <w:rPr>
          <w:rFonts w:asciiTheme="minorHAnsi" w:hAnsiTheme="minorHAnsi" w:cstheme="minorHAnsi"/>
          <w:szCs w:val="24"/>
        </w:rPr>
        <w:t xml:space="preserve">o nel registro delle commissioni provinciali per l’artigianato </w:t>
      </w:r>
      <w:r>
        <w:rPr>
          <w:rFonts w:asciiTheme="minorHAnsi" w:hAnsiTheme="minorHAnsi" w:cstheme="minorHAnsi"/>
          <w:szCs w:val="24"/>
        </w:rPr>
        <w:t xml:space="preserve">di………………………………………. </w:t>
      </w:r>
      <w:r w:rsidRPr="002C1613">
        <w:rPr>
          <w:rFonts w:asciiTheme="minorHAnsi" w:hAnsiTheme="minorHAnsi" w:cstheme="minorHAnsi"/>
          <w:szCs w:val="24"/>
        </w:rPr>
        <w:t>o presso i competenti ordini professionali</w:t>
      </w:r>
      <w:r>
        <w:rPr>
          <w:rFonts w:asciiTheme="minorHAnsi" w:hAnsiTheme="minorHAnsi" w:cstheme="minorHAnsi"/>
          <w:szCs w:val="24"/>
        </w:rPr>
        <w:t xml:space="preserve"> ……………………….</w:t>
      </w:r>
    </w:p>
    <w:p w14:paraId="5B69043A" w14:textId="77777777" w:rsidR="00C3593E" w:rsidRPr="00313DF1" w:rsidRDefault="00C3593E" w:rsidP="00C3593E">
      <w:pPr>
        <w:widowControl w:val="0"/>
        <w:suppressAutoHyphens/>
        <w:autoSpaceDE w:val="0"/>
        <w:spacing w:after="120"/>
        <w:ind w:left="709" w:right="49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ed attesta i seguenti dati (</w:t>
      </w:r>
      <w:r w:rsidRPr="00313DF1">
        <w:rPr>
          <w:rFonts w:ascii="Calibri" w:eastAsia="TTE1979838t00" w:hAnsi="Calibri" w:cs="Arial"/>
          <w:i/>
          <w:iCs/>
          <w:szCs w:val="24"/>
          <w:u w:val="single"/>
          <w:lang w:eastAsia="zh-CN"/>
        </w:rPr>
        <w:t>per le ditte con sede in uno stato straniero, indicare i dati di iscrizione corrispondenti ad altro registro o albo equivalente secondo la legislazione nazionale di appartenenza</w:t>
      </w:r>
      <w:r w:rsidRPr="00313DF1">
        <w:rPr>
          <w:rFonts w:ascii="Calibri" w:eastAsia="TTE1979838t00" w:hAnsi="Calibri" w:cs="Arial"/>
          <w:szCs w:val="24"/>
          <w:lang w:eastAsia="zh-CN"/>
        </w:rPr>
        <w:t>):</w:t>
      </w:r>
    </w:p>
    <w:p w14:paraId="66D3FBAF" w14:textId="77777777" w:rsidR="00C3593E" w:rsidRPr="00313DF1" w:rsidRDefault="00C3593E" w:rsidP="00C3593E">
      <w:pPr>
        <w:widowControl w:val="0"/>
        <w:numPr>
          <w:ilvl w:val="0"/>
          <w:numId w:val="2"/>
        </w:numPr>
        <w:suppressAutoHyphens/>
        <w:autoSpaceDE w:val="0"/>
        <w:spacing w:after="120"/>
        <w:ind w:left="1134" w:right="49" w:hanging="425"/>
        <w:jc w:val="left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numero di iscrizione………………………………</w:t>
      </w:r>
    </w:p>
    <w:p w14:paraId="6D6B67E0" w14:textId="77777777" w:rsidR="00C3593E" w:rsidRPr="00313DF1" w:rsidRDefault="00C3593E" w:rsidP="00C3593E">
      <w:pPr>
        <w:widowControl w:val="0"/>
        <w:numPr>
          <w:ilvl w:val="0"/>
          <w:numId w:val="2"/>
        </w:numPr>
        <w:suppressAutoHyphens/>
        <w:autoSpaceDE w:val="0"/>
        <w:spacing w:after="120"/>
        <w:ind w:left="1134" w:right="49" w:hanging="425"/>
        <w:jc w:val="left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data di iscrizione..................………………………</w:t>
      </w:r>
    </w:p>
    <w:p w14:paraId="4C7CED84" w14:textId="77777777" w:rsidR="00C3593E" w:rsidRDefault="00C3593E" w:rsidP="00C56A1B">
      <w:pPr>
        <w:widowControl w:val="0"/>
        <w:numPr>
          <w:ilvl w:val="0"/>
          <w:numId w:val="2"/>
        </w:numPr>
        <w:suppressAutoHyphens/>
        <w:autoSpaceDE w:val="0"/>
        <w:ind w:left="1134" w:right="49" w:hanging="425"/>
        <w:jc w:val="left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forma giuridica .......................................................</w:t>
      </w:r>
    </w:p>
    <w:p w14:paraId="545B0D41" w14:textId="77777777" w:rsidR="00C56A1B" w:rsidRPr="00313DF1" w:rsidRDefault="00C56A1B" w:rsidP="00C56A1B">
      <w:pPr>
        <w:widowControl w:val="0"/>
        <w:suppressAutoHyphens/>
        <w:autoSpaceDE w:val="0"/>
        <w:ind w:left="1134" w:right="49"/>
        <w:jc w:val="left"/>
        <w:rPr>
          <w:rFonts w:ascii="Calibri" w:eastAsia="TTE1979838t00" w:hAnsi="Calibri" w:cs="Arial"/>
          <w:szCs w:val="24"/>
          <w:lang w:eastAsia="zh-CN"/>
        </w:rPr>
      </w:pPr>
    </w:p>
    <w:p w14:paraId="34D9269B" w14:textId="77777777" w:rsidR="00A47F05" w:rsidRPr="00C71430" w:rsidRDefault="00A47F05" w:rsidP="006426DB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(per i consorzi stabili, i consorzi di cooperative)</w:t>
      </w:r>
    </w:p>
    <w:p w14:paraId="09AAD26B" w14:textId="77777777" w:rsidR="00A47F05" w:rsidRPr="00C71430" w:rsidRDefault="00A47F05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 xml:space="preserve">di partecipare in proprio; ovvero che i consorziati per conto dei quali il consorzio concorre, indicati per l’esecuzione, sono i seguenti (indicare denominazione e sede legale) </w:t>
      </w:r>
    </w:p>
    <w:p w14:paraId="7956F8A2" w14:textId="77777777" w:rsidR="00A47F05" w:rsidRDefault="00A47F05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……………………………………..……….……………………………………………………………………………….</w:t>
      </w:r>
    </w:p>
    <w:p w14:paraId="188D4DAC" w14:textId="77777777" w:rsidR="000A1BAE" w:rsidRPr="00C71430" w:rsidRDefault="000A1BAE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……………………………………………………………………………………………………………………………….</w:t>
      </w:r>
    </w:p>
    <w:p w14:paraId="7FE98BD5" w14:textId="77777777" w:rsidR="00A47F05" w:rsidRPr="00C71430" w:rsidRDefault="00A47F05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…………………………….…………………..…………………………………………………………………………….</w:t>
      </w:r>
    </w:p>
    <w:p w14:paraId="3DA66E1A" w14:textId="77777777" w:rsidR="00A47F05" w:rsidRDefault="00A47F05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E ALLEGA atto costitutivo e statuto del consorzio in copia autenticata dal notaio, con indicazione delle imprese consorziate e le dichiarazioni rese d</w:t>
      </w:r>
      <w:r w:rsidR="007135DC">
        <w:rPr>
          <w:rFonts w:ascii="Calibri" w:hAnsi="Calibri" w:cs="Calibri"/>
          <w:szCs w:val="24"/>
        </w:rPr>
        <w:t>a ciascun consorziato esecutore.</w:t>
      </w:r>
    </w:p>
    <w:p w14:paraId="34DAC1E0" w14:textId="77777777" w:rsidR="007135DC" w:rsidRPr="00C71430" w:rsidRDefault="007135DC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</w:p>
    <w:p w14:paraId="0D6E2047" w14:textId="77777777" w:rsidR="00C56A1B" w:rsidRPr="00CB5137" w:rsidRDefault="00C56A1B" w:rsidP="00C56A1B">
      <w:pPr>
        <w:pStyle w:val="Numeroelenco"/>
        <w:numPr>
          <w:ilvl w:val="0"/>
          <w:numId w:val="13"/>
        </w:numPr>
        <w:rPr>
          <w:rFonts w:ascii="Calibri" w:hAnsi="Calibri" w:cs="Calibri"/>
          <w:kern w:val="0"/>
          <w:sz w:val="24"/>
        </w:rPr>
      </w:pPr>
      <w:r w:rsidRPr="00CB5137">
        <w:rPr>
          <w:rFonts w:ascii="Calibri" w:hAnsi="Calibri" w:cs="Calibri"/>
          <w:kern w:val="0"/>
          <w:sz w:val="24"/>
        </w:rPr>
        <w:t>di non voler subappaltare parte del contratto a terzi;</w:t>
      </w:r>
    </w:p>
    <w:p w14:paraId="276DC41F" w14:textId="77777777" w:rsidR="00A54F2B" w:rsidRDefault="00A54F2B" w:rsidP="00C56A1B">
      <w:pPr>
        <w:pStyle w:val="Numeroelenco"/>
        <w:numPr>
          <w:ilvl w:val="0"/>
          <w:numId w:val="0"/>
        </w:numPr>
        <w:tabs>
          <w:tab w:val="left" w:pos="708"/>
        </w:tabs>
        <w:ind w:left="360"/>
        <w:rPr>
          <w:rFonts w:ascii="Calibri" w:hAnsi="Calibri" w:cs="Calibri"/>
          <w:kern w:val="0"/>
          <w:sz w:val="24"/>
        </w:rPr>
      </w:pPr>
    </w:p>
    <w:p w14:paraId="36FEADCE" w14:textId="3BAE90B4" w:rsidR="00A54F2B" w:rsidRPr="00B24291" w:rsidRDefault="00A54F2B" w:rsidP="00A54F2B">
      <w:pPr>
        <w:pStyle w:val="Numeroelenco"/>
        <w:numPr>
          <w:ilvl w:val="0"/>
          <w:numId w:val="13"/>
        </w:numPr>
        <w:tabs>
          <w:tab w:val="left" w:pos="708"/>
        </w:tabs>
        <w:rPr>
          <w:rFonts w:ascii="Calibri" w:hAnsi="Calibri" w:cs="Calibri"/>
          <w:kern w:val="0"/>
          <w:sz w:val="24"/>
        </w:rPr>
      </w:pPr>
      <w:bookmarkStart w:id="1" w:name="_Hlk155171315"/>
      <w:r w:rsidRPr="00B24291">
        <w:rPr>
          <w:rFonts w:ascii="Calibri" w:hAnsi="Calibri" w:cs="Calibri"/>
          <w:kern w:val="0"/>
          <w:sz w:val="24"/>
        </w:rPr>
        <w:t xml:space="preserve">di applicare il Contratto Collettivo Nazionale di Lavoro </w:t>
      </w:r>
      <w:r w:rsidR="001053ED" w:rsidRPr="00B24291">
        <w:rPr>
          <w:rFonts w:ascii="Calibri" w:hAnsi="Calibri" w:cs="Calibri"/>
          <w:kern w:val="0"/>
          <w:sz w:val="24"/>
        </w:rPr>
        <w:t>indicato dalla stazione appaltante o il seguente contratto equivalente</w:t>
      </w:r>
      <w:r w:rsidRPr="00B24291">
        <w:rPr>
          <w:rFonts w:ascii="Calibri" w:hAnsi="Calibri" w:cs="Calibri"/>
          <w:kern w:val="0"/>
          <w:sz w:val="24"/>
        </w:rPr>
        <w:t>________________________;</w:t>
      </w:r>
    </w:p>
    <w:p w14:paraId="2BD2F7FF" w14:textId="77777777" w:rsidR="00906340" w:rsidRDefault="00906340" w:rsidP="00906340">
      <w:pPr>
        <w:pStyle w:val="Paragrafoelenco"/>
        <w:rPr>
          <w:rFonts w:ascii="Calibri" w:hAnsi="Calibri" w:cs="Calibri"/>
        </w:rPr>
      </w:pPr>
    </w:p>
    <w:p w14:paraId="57997177" w14:textId="77777777" w:rsidR="00906340" w:rsidRPr="00906340" w:rsidRDefault="00906340" w:rsidP="00906340">
      <w:pPr>
        <w:pStyle w:val="Paragrafoelenco"/>
        <w:numPr>
          <w:ilvl w:val="0"/>
          <w:numId w:val="13"/>
        </w:numPr>
        <w:contextualSpacing/>
        <w:rPr>
          <w:rFonts w:ascii="Garamond" w:hAnsi="Garamond" w:cs="Arial"/>
          <w:szCs w:val="24"/>
          <w:lang w:eastAsia="en-US"/>
        </w:rPr>
      </w:pPr>
      <w:r>
        <w:rPr>
          <w:rFonts w:ascii="Calibri" w:hAnsi="Calibri" w:cs="Calibri"/>
          <w:szCs w:val="24"/>
        </w:rPr>
        <w:t>Di aver registrato il seguente f</w:t>
      </w:r>
      <w:r w:rsidRPr="002C1613">
        <w:rPr>
          <w:rFonts w:ascii="Calibri" w:hAnsi="Calibri" w:cs="Calibri"/>
          <w:szCs w:val="24"/>
        </w:rPr>
        <w:t>atturato specifico nel settore di attività oggetto dell’appalto</w:t>
      </w:r>
      <w:r>
        <w:rPr>
          <w:rFonts w:ascii="Calibri" w:hAnsi="Calibri" w:cs="Calibri"/>
          <w:szCs w:val="24"/>
        </w:rPr>
        <w:t>:</w:t>
      </w:r>
    </w:p>
    <w:p w14:paraId="282E91F0" w14:textId="4ED267F4" w:rsidR="00906340" w:rsidRDefault="00906340" w:rsidP="00906340">
      <w:pPr>
        <w:pStyle w:val="Paragrafoelenco"/>
        <w:ind w:left="360"/>
        <w:contextualSpacing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anno 2024 euro…………</w:t>
      </w:r>
    </w:p>
    <w:p w14:paraId="6EB3E6EB" w14:textId="77777777" w:rsidR="00906340" w:rsidRDefault="00906340" w:rsidP="00906340">
      <w:pPr>
        <w:pStyle w:val="Paragrafoelenco"/>
        <w:ind w:left="360"/>
        <w:contextualSpacing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anno 2023 euro…………</w:t>
      </w:r>
    </w:p>
    <w:p w14:paraId="203A1132" w14:textId="77777777" w:rsidR="00906340" w:rsidRDefault="00906340" w:rsidP="00906340">
      <w:pPr>
        <w:pStyle w:val="Paragrafoelenco"/>
        <w:ind w:left="360"/>
        <w:contextualSpacing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anno 2022 euro…………</w:t>
      </w:r>
    </w:p>
    <w:p w14:paraId="3398CA9B" w14:textId="24EEDE3C" w:rsidR="00827034" w:rsidRDefault="00827034" w:rsidP="00906340">
      <w:pPr>
        <w:pStyle w:val="Paragrafoelenco"/>
        <w:ind w:left="360"/>
        <w:contextualSpacing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anno 2021 euro…………</w:t>
      </w:r>
    </w:p>
    <w:p w14:paraId="5857E4E9" w14:textId="729C340A" w:rsidR="00827034" w:rsidRDefault="00827034" w:rsidP="00827034">
      <w:pPr>
        <w:pStyle w:val="Paragrafoelenco"/>
        <w:ind w:left="360"/>
        <w:contextualSpacing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anno 2020 euro…………</w:t>
      </w:r>
    </w:p>
    <w:p w14:paraId="1A5DAC81" w14:textId="77777777" w:rsidR="00827034" w:rsidRDefault="00827034" w:rsidP="00906340">
      <w:pPr>
        <w:pStyle w:val="Paragrafoelenco"/>
        <w:ind w:left="360"/>
        <w:contextualSpacing/>
        <w:rPr>
          <w:rFonts w:ascii="Calibri" w:hAnsi="Calibri" w:cs="Calibri"/>
          <w:szCs w:val="24"/>
        </w:rPr>
      </w:pPr>
    </w:p>
    <w:bookmarkEnd w:id="1"/>
    <w:p w14:paraId="00E62B6C" w14:textId="77777777" w:rsidR="00C56A1B" w:rsidRPr="002247E2" w:rsidRDefault="00C56A1B" w:rsidP="00C56A1B">
      <w:pPr>
        <w:pStyle w:val="Numeroelenco"/>
        <w:numPr>
          <w:ilvl w:val="0"/>
          <w:numId w:val="13"/>
        </w:numPr>
        <w:tabs>
          <w:tab w:val="left" w:pos="708"/>
        </w:tabs>
        <w:spacing w:line="276" w:lineRule="auto"/>
        <w:rPr>
          <w:rFonts w:ascii="Calibri" w:hAnsi="Calibri"/>
        </w:rPr>
      </w:pPr>
      <w:r w:rsidRPr="002247E2">
        <w:rPr>
          <w:rFonts w:ascii="Calibri" w:hAnsi="Calibri" w:cs="Calibri"/>
          <w:kern w:val="0"/>
          <w:sz w:val="24"/>
        </w:rPr>
        <w:t>di impegnarsi a rispettare le misure rivolte a garantire l’inclusione lavorativa per le persone con disabilità o svantaggiate, ai sensi L. 12/03/1999, n. 68</w:t>
      </w:r>
      <w:r>
        <w:rPr>
          <w:rFonts w:ascii="Calibri" w:hAnsi="Calibri" w:cs="Calibri"/>
          <w:kern w:val="0"/>
          <w:sz w:val="24"/>
        </w:rPr>
        <w:t>;</w:t>
      </w:r>
    </w:p>
    <w:p w14:paraId="191C822A" w14:textId="77777777" w:rsidR="00C56A1B" w:rsidRDefault="00C56A1B" w:rsidP="00C56A1B">
      <w:pPr>
        <w:pStyle w:val="Paragrafoelenco"/>
        <w:rPr>
          <w:rFonts w:ascii="Calibri" w:hAnsi="Calibri"/>
        </w:rPr>
      </w:pPr>
    </w:p>
    <w:p w14:paraId="75BA3403" w14:textId="77777777" w:rsidR="00C56A1B" w:rsidRDefault="00C56A1B" w:rsidP="00C56A1B">
      <w:pPr>
        <w:pStyle w:val="Paragrafoelenco"/>
        <w:numPr>
          <w:ilvl w:val="0"/>
          <w:numId w:val="13"/>
        </w:numPr>
        <w:spacing w:line="276" w:lineRule="auto"/>
        <w:rPr>
          <w:rFonts w:ascii="Calibri" w:hAnsi="Calibri"/>
        </w:rPr>
      </w:pPr>
      <w:r w:rsidRPr="000359DE">
        <w:rPr>
          <w:rFonts w:ascii="Calibri" w:hAnsi="Calibri"/>
        </w:rPr>
        <w:t xml:space="preserve">di aver preso visione del “Regolamento recante Codice di Comportamento dei dipendenti pubblici, a norma dell’art. 54 del </w:t>
      </w:r>
      <w:proofErr w:type="spellStart"/>
      <w:r w:rsidRPr="000359DE">
        <w:rPr>
          <w:rFonts w:ascii="Calibri" w:hAnsi="Calibri"/>
        </w:rPr>
        <w:t>D.Lgs.</w:t>
      </w:r>
      <w:proofErr w:type="spellEnd"/>
      <w:r w:rsidRPr="000359DE">
        <w:rPr>
          <w:rFonts w:ascii="Calibri" w:hAnsi="Calibri"/>
        </w:rPr>
        <w:t xml:space="preserve"> 165/2001” di cui al D.P.R. n. 62/2013 e del Codice di co</w:t>
      </w:r>
      <w:r>
        <w:rPr>
          <w:rFonts w:ascii="Calibri" w:hAnsi="Calibri"/>
        </w:rPr>
        <w:t>mportamento di Ato Toscana Sud</w:t>
      </w:r>
      <w:r w:rsidRPr="000359DE">
        <w:rPr>
          <w:rFonts w:ascii="Calibri" w:hAnsi="Calibri"/>
        </w:rPr>
        <w:t>;</w:t>
      </w:r>
    </w:p>
    <w:p w14:paraId="036A499F" w14:textId="77777777" w:rsidR="00C56A1B" w:rsidRPr="000359DE" w:rsidRDefault="00C56A1B" w:rsidP="00C56A1B">
      <w:pPr>
        <w:pStyle w:val="Paragrafoelenco"/>
        <w:spacing w:line="276" w:lineRule="auto"/>
        <w:ind w:left="360"/>
        <w:rPr>
          <w:rFonts w:ascii="Calibri" w:hAnsi="Calibri"/>
        </w:rPr>
      </w:pPr>
    </w:p>
    <w:p w14:paraId="1F9711A2" w14:textId="77777777" w:rsidR="00C56A1B" w:rsidRDefault="00C56A1B" w:rsidP="00C56A1B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/>
        </w:rPr>
      </w:pPr>
      <w:r w:rsidRPr="000359DE">
        <w:rPr>
          <w:rFonts w:ascii="Calibri" w:hAnsi="Calibri"/>
        </w:rPr>
        <w:t xml:space="preserve">di essere edotto degli obblighi derivanti dal codice di comportamento adottato da ATO TOSCANA </w:t>
      </w:r>
      <w:r>
        <w:rPr>
          <w:rFonts w:ascii="Calibri" w:hAnsi="Calibri"/>
        </w:rPr>
        <w:t xml:space="preserve">SUD </w:t>
      </w:r>
      <w:r w:rsidRPr="000359DE">
        <w:rPr>
          <w:rFonts w:ascii="Calibri" w:hAnsi="Calibri"/>
        </w:rPr>
        <w:t>e si impegna, a far data dalla stipula del contratto, ad osservare ed a fare osservare ai propri dipendenti e collaboratori il suddetto codice, pena la risoluzione del contrat</w:t>
      </w:r>
      <w:r>
        <w:rPr>
          <w:rFonts w:ascii="Calibri" w:hAnsi="Calibri"/>
        </w:rPr>
        <w:t>to da parte di Ato Toscana Sud</w:t>
      </w:r>
      <w:r w:rsidRPr="000359DE">
        <w:rPr>
          <w:rFonts w:ascii="Calibri" w:hAnsi="Calibri"/>
        </w:rPr>
        <w:t xml:space="preserve"> in caso di accertata violazione degli obblighi ivi previsti in attuazione degli artt. 2 comma 3 e 17 del D.P.R. 62/2013</w:t>
      </w:r>
      <w:r>
        <w:rPr>
          <w:rFonts w:ascii="Calibri" w:hAnsi="Calibri"/>
        </w:rPr>
        <w:t xml:space="preserve">; </w:t>
      </w:r>
    </w:p>
    <w:p w14:paraId="0F5311FF" w14:textId="77777777" w:rsidR="00C56A1B" w:rsidRDefault="00C56A1B" w:rsidP="00C56A1B">
      <w:pPr>
        <w:pStyle w:val="Paragrafoelenco"/>
        <w:ind w:left="360"/>
        <w:rPr>
          <w:rFonts w:ascii="Calibri" w:hAnsi="Calibri"/>
        </w:rPr>
      </w:pPr>
    </w:p>
    <w:p w14:paraId="3D537017" w14:textId="0BB959FB" w:rsidR="00BB1912" w:rsidRDefault="00BB1912" w:rsidP="00BB1912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/>
        </w:rPr>
      </w:pPr>
      <w:r w:rsidRPr="002D4C1E">
        <w:rPr>
          <w:rFonts w:ascii="Calibri" w:hAnsi="Calibri"/>
        </w:rPr>
        <w:t xml:space="preserve">di rispettare quanto previsto all’art.53, comma 16-ter del </w:t>
      </w:r>
      <w:proofErr w:type="spellStart"/>
      <w:r w:rsidRPr="002D4C1E">
        <w:rPr>
          <w:rFonts w:ascii="Calibri" w:hAnsi="Calibri"/>
        </w:rPr>
        <w:t>D.Lgs.</w:t>
      </w:r>
      <w:proofErr w:type="spellEnd"/>
      <w:r w:rsidRPr="002D4C1E">
        <w:rPr>
          <w:rFonts w:ascii="Calibri" w:hAnsi="Calibri"/>
        </w:rPr>
        <w:t xml:space="preserve"> 165/2001</w:t>
      </w:r>
      <w:r w:rsidR="00C56A1B">
        <w:rPr>
          <w:rFonts w:ascii="Calibri" w:hAnsi="Calibri"/>
        </w:rPr>
        <w:t>;</w:t>
      </w:r>
    </w:p>
    <w:p w14:paraId="1969463D" w14:textId="77777777" w:rsidR="009D1067" w:rsidRDefault="009D1067" w:rsidP="009D1067">
      <w:pPr>
        <w:pStyle w:val="Paragrafoelenco"/>
        <w:rPr>
          <w:rFonts w:ascii="Calibri" w:hAnsi="Calibri"/>
        </w:rPr>
      </w:pPr>
    </w:p>
    <w:p w14:paraId="36E43EA1" w14:textId="2E908082" w:rsidR="004401EA" w:rsidRDefault="009D1067" w:rsidP="00BB1912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 xml:space="preserve">di formulare </w:t>
      </w:r>
      <w:r w:rsidRPr="00B24291">
        <w:rPr>
          <w:rFonts w:ascii="Calibri" w:hAnsi="Calibri"/>
        </w:rPr>
        <w:t>un’</w:t>
      </w:r>
      <w:r w:rsidRPr="00B24291">
        <w:rPr>
          <w:rFonts w:ascii="Calibri" w:hAnsi="Calibri"/>
          <w:b/>
          <w:bCs/>
        </w:rPr>
        <w:t>offerta economica</w:t>
      </w:r>
      <w:r>
        <w:rPr>
          <w:rFonts w:ascii="Calibri" w:hAnsi="Calibri"/>
        </w:rPr>
        <w:t xml:space="preserve"> per l’affidamento in oggetto pari ad euro………</w:t>
      </w:r>
      <w:r w:rsidR="00DD1FEC">
        <w:rPr>
          <w:rFonts w:ascii="Calibri" w:hAnsi="Calibri"/>
        </w:rPr>
        <w:t>…</w:t>
      </w:r>
      <w:proofErr w:type="gramStart"/>
      <w:r w:rsidR="00DD1FEC">
        <w:rPr>
          <w:rFonts w:ascii="Calibri" w:hAnsi="Calibri"/>
        </w:rPr>
        <w:t>……</w:t>
      </w:r>
      <w:r>
        <w:rPr>
          <w:rFonts w:ascii="Calibri" w:hAnsi="Calibri"/>
        </w:rPr>
        <w:t>.</w:t>
      </w:r>
      <w:proofErr w:type="gramEnd"/>
      <w:r w:rsidR="001618B0">
        <w:rPr>
          <w:rFonts w:ascii="Calibri" w:hAnsi="Calibri"/>
        </w:rPr>
        <w:t>iva esc</w:t>
      </w:r>
      <w:r w:rsidR="00D6696C">
        <w:rPr>
          <w:rFonts w:ascii="Calibri" w:hAnsi="Calibri"/>
        </w:rPr>
        <w:t>l</w:t>
      </w:r>
      <w:r w:rsidR="001618B0">
        <w:rPr>
          <w:rFonts w:ascii="Calibri" w:hAnsi="Calibri"/>
        </w:rPr>
        <w:t>usa</w:t>
      </w:r>
      <w:r w:rsidR="00655F4F">
        <w:rPr>
          <w:rFonts w:ascii="Calibri" w:hAnsi="Calibri"/>
        </w:rPr>
        <w:t>, di cui</w:t>
      </w:r>
      <w:r w:rsidR="004401EA">
        <w:rPr>
          <w:rFonts w:ascii="Calibri" w:hAnsi="Calibri"/>
        </w:rPr>
        <w:t>:</w:t>
      </w:r>
    </w:p>
    <w:p w14:paraId="6EB735CA" w14:textId="48D58750" w:rsidR="004401EA" w:rsidRDefault="004401EA" w:rsidP="004401EA">
      <w:pPr>
        <w:keepLines/>
        <w:widowControl w:val="0"/>
        <w:spacing w:line="276" w:lineRule="auto"/>
        <w:ind w:left="360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="00655F4F">
        <w:rPr>
          <w:rFonts w:ascii="Calibri" w:hAnsi="Calibri"/>
        </w:rPr>
        <w:t xml:space="preserve"> euro……</w:t>
      </w:r>
      <w:r w:rsidR="00DD1FEC">
        <w:rPr>
          <w:rFonts w:ascii="Calibri" w:hAnsi="Calibri"/>
        </w:rPr>
        <w:t>………..</w:t>
      </w:r>
      <w:r w:rsidR="00655F4F">
        <w:rPr>
          <w:rFonts w:ascii="Calibri" w:hAnsi="Calibri"/>
        </w:rPr>
        <w:t xml:space="preserve">. per </w:t>
      </w:r>
      <w:r w:rsidR="00655F4F" w:rsidRPr="00655F4F">
        <w:rPr>
          <w:rFonts w:ascii="Calibri" w:hAnsi="Calibri"/>
        </w:rPr>
        <w:t>costi della</w:t>
      </w:r>
      <w:r w:rsidR="00655F4F">
        <w:rPr>
          <w:rFonts w:ascii="Calibri" w:hAnsi="Calibri"/>
        </w:rPr>
        <w:t xml:space="preserve"> </w:t>
      </w:r>
      <w:r w:rsidR="00655F4F" w:rsidRPr="00655F4F">
        <w:rPr>
          <w:rFonts w:ascii="Calibri" w:hAnsi="Calibri"/>
        </w:rPr>
        <w:t xml:space="preserve">manodopera </w:t>
      </w:r>
    </w:p>
    <w:p w14:paraId="11202648" w14:textId="6F9F2EDB" w:rsidR="009D1067" w:rsidRDefault="004401EA" w:rsidP="004401EA">
      <w:pPr>
        <w:keepLines/>
        <w:widowControl w:val="0"/>
        <w:spacing w:line="276" w:lineRule="auto"/>
        <w:ind w:left="360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="00655F4F">
        <w:rPr>
          <w:rFonts w:ascii="Calibri" w:hAnsi="Calibri"/>
        </w:rPr>
        <w:t>euro ………</w:t>
      </w:r>
      <w:proofErr w:type="gramStart"/>
      <w:r w:rsidR="00DD1FEC">
        <w:rPr>
          <w:rFonts w:ascii="Calibri" w:hAnsi="Calibri"/>
        </w:rPr>
        <w:t>…….</w:t>
      </w:r>
      <w:proofErr w:type="gramEnd"/>
      <w:r w:rsidR="00DD1FEC">
        <w:rPr>
          <w:rFonts w:ascii="Calibri" w:hAnsi="Calibri"/>
        </w:rPr>
        <w:t>.</w:t>
      </w:r>
      <w:r w:rsidR="00655F4F">
        <w:rPr>
          <w:rFonts w:ascii="Calibri" w:hAnsi="Calibri"/>
        </w:rPr>
        <w:t xml:space="preserve">…… per </w:t>
      </w:r>
      <w:r w:rsidR="00655F4F" w:rsidRPr="00655F4F">
        <w:rPr>
          <w:rFonts w:ascii="Calibri" w:hAnsi="Calibri"/>
        </w:rPr>
        <w:t>oneri aziendali per l'adempimento delle disposizioni in materia di</w:t>
      </w:r>
      <w:r w:rsidR="00655F4F">
        <w:rPr>
          <w:rFonts w:ascii="Calibri" w:hAnsi="Calibri"/>
        </w:rPr>
        <w:t xml:space="preserve"> </w:t>
      </w:r>
      <w:r w:rsidR="00655F4F" w:rsidRPr="00655F4F">
        <w:rPr>
          <w:rFonts w:ascii="Calibri" w:hAnsi="Calibri"/>
        </w:rPr>
        <w:t>salute e sicurezza sui luoghi di lavoro</w:t>
      </w:r>
      <w:r w:rsidR="00655F4F">
        <w:rPr>
          <w:rFonts w:ascii="Calibri" w:hAnsi="Calibri"/>
        </w:rPr>
        <w:t>;</w:t>
      </w:r>
    </w:p>
    <w:p w14:paraId="0137DCA0" w14:textId="77777777" w:rsidR="00C56A1B" w:rsidRDefault="00C56A1B" w:rsidP="00C56A1B">
      <w:pPr>
        <w:pStyle w:val="Paragrafoelenco"/>
        <w:rPr>
          <w:rFonts w:ascii="Calibri" w:hAnsi="Calibri"/>
        </w:rPr>
      </w:pPr>
    </w:p>
    <w:p w14:paraId="45000449" w14:textId="77777777" w:rsidR="00C71430" w:rsidRPr="006E7132" w:rsidRDefault="00C71430" w:rsidP="006426DB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/>
        </w:rPr>
      </w:pPr>
      <w:r w:rsidRPr="006E7132">
        <w:rPr>
          <w:rFonts w:ascii="Calibri" w:hAnsi="Calibri"/>
        </w:rPr>
        <w:t>di ritenere remunerativa l’offerta presentata per il presente affidamento in quanto per la sua formulazione ha preso atto e tenuto conto:</w:t>
      </w:r>
    </w:p>
    <w:p w14:paraId="2CB14DDF" w14:textId="77777777" w:rsidR="00C71430" w:rsidRPr="00C71430" w:rsidRDefault="00C71430" w:rsidP="000A1BAE">
      <w:pPr>
        <w:keepLines/>
        <w:widowControl w:val="0"/>
        <w:numPr>
          <w:ilvl w:val="0"/>
          <w:numId w:val="8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delle condizioni contrattuali, di norme e prescrizioni dei contratti collettivi, delle leggi e dei regolamenti sulla tutela, protezione, assicurazione, assistenza e sicurezza fisica dei lavoratori presenti nel luogo o nei luoghi dove devono essere effettuati i servizi;</w:t>
      </w:r>
    </w:p>
    <w:p w14:paraId="29052653" w14:textId="77777777" w:rsidR="00C71430" w:rsidRDefault="00C71430" w:rsidP="000A1BAE">
      <w:pPr>
        <w:keepLines/>
        <w:widowControl w:val="0"/>
        <w:numPr>
          <w:ilvl w:val="0"/>
          <w:numId w:val="8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di tutte le circostanze generali, particolari e locali, nessuna esclusa ed eccettuata, che possono avere influito o influire sia sulla prestazione dei servizi sia sulla determinazione della propria offerta;</w:t>
      </w:r>
    </w:p>
    <w:p w14:paraId="01E50EC8" w14:textId="77777777" w:rsidR="00C56A1B" w:rsidRPr="00C71430" w:rsidRDefault="00C56A1B" w:rsidP="00C56A1B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</w:p>
    <w:p w14:paraId="459C0E7A" w14:textId="0610E0AA" w:rsidR="00420653" w:rsidRDefault="00C71430" w:rsidP="006426DB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/>
        </w:rPr>
      </w:pPr>
      <w:r w:rsidRPr="006E7132">
        <w:rPr>
          <w:rFonts w:ascii="Calibri" w:hAnsi="Calibri"/>
        </w:rPr>
        <w:t>di</w:t>
      </w:r>
      <w:r w:rsidR="00B973D8" w:rsidRPr="006E7132">
        <w:rPr>
          <w:rFonts w:ascii="Calibri" w:hAnsi="Calibri"/>
        </w:rPr>
        <w:t xml:space="preserve"> aver preso visione dell’informativa sulla Privacy dell’</w:t>
      </w:r>
      <w:r w:rsidR="00275047">
        <w:rPr>
          <w:rFonts w:ascii="Calibri" w:hAnsi="Calibri"/>
        </w:rPr>
        <w:t>ATO Toscana Sud</w:t>
      </w:r>
      <w:r w:rsidR="00B973D8" w:rsidRPr="006E7132">
        <w:rPr>
          <w:rFonts w:ascii="Calibri" w:hAnsi="Calibri"/>
        </w:rPr>
        <w:t xml:space="preserve"> ai sensi del Regolamento UE 2016/679, </w:t>
      </w:r>
      <w:r w:rsidR="00055CEB">
        <w:rPr>
          <w:rFonts w:ascii="Calibri" w:hAnsi="Calibri"/>
        </w:rPr>
        <w:t xml:space="preserve">pubblicata all’indirizzo </w:t>
      </w:r>
      <w:r w:rsidR="00055CEB" w:rsidRPr="00055CEB">
        <w:rPr>
          <w:rFonts w:ascii="Calibri" w:hAnsi="Calibri"/>
        </w:rPr>
        <w:t>https://www.atotoscanasud.it/privacy/.</w:t>
      </w:r>
    </w:p>
    <w:p w14:paraId="56C480FE" w14:textId="77777777" w:rsidR="00C56A1B" w:rsidRPr="006E7132" w:rsidRDefault="00C56A1B" w:rsidP="00C56A1B">
      <w:pPr>
        <w:keepLines/>
        <w:widowControl w:val="0"/>
        <w:spacing w:line="276" w:lineRule="auto"/>
        <w:ind w:left="360"/>
        <w:rPr>
          <w:rFonts w:ascii="Calibri" w:hAnsi="Calibri"/>
        </w:rPr>
      </w:pPr>
    </w:p>
    <w:p w14:paraId="0EE42D5F" w14:textId="50D2D882" w:rsidR="00BD2430" w:rsidRDefault="006E7132" w:rsidP="00880A5D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 w:cs="Calibri"/>
          <w:szCs w:val="24"/>
        </w:rPr>
      </w:pPr>
      <w:r w:rsidRPr="006E7132">
        <w:rPr>
          <w:rFonts w:ascii="Calibri" w:hAnsi="Calibri"/>
        </w:rPr>
        <w:t>a</w:t>
      </w:r>
      <w:r w:rsidR="00C71430" w:rsidRPr="006E7132">
        <w:rPr>
          <w:rFonts w:ascii="Calibri" w:hAnsi="Calibri"/>
        </w:rPr>
        <w:t>i sensi della Legge 136/2010, in caso di affidamento dell’appalto, dichiara di assumere gli obblighi di tracciabilità dei flussi finanziari di cui alla suddetta legge.</w:t>
      </w:r>
    </w:p>
    <w:p w14:paraId="62AD6130" w14:textId="77777777" w:rsidR="003E6DBA" w:rsidRDefault="003E6DBA" w:rsidP="00B13D19">
      <w:pPr>
        <w:tabs>
          <w:tab w:val="left" w:pos="1950"/>
        </w:tabs>
        <w:rPr>
          <w:rFonts w:ascii="Calibri" w:hAnsi="Calibri" w:cs="Calibri"/>
          <w:szCs w:val="24"/>
        </w:rPr>
      </w:pPr>
    </w:p>
    <w:p w14:paraId="52658209" w14:textId="77777777" w:rsidR="005A639C" w:rsidRDefault="00B344FE" w:rsidP="000236C0">
      <w:pPr>
        <w:tabs>
          <w:tab w:val="left" w:pos="1950"/>
        </w:tabs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Sottoscrizione digitale</w:t>
      </w:r>
      <w:r w:rsidR="000236C0">
        <w:rPr>
          <w:rFonts w:ascii="Calibri" w:hAnsi="Calibri" w:cs="Calibri"/>
          <w:szCs w:val="24"/>
        </w:rPr>
        <w:t xml:space="preserve"> del legale rappresentante</w:t>
      </w:r>
    </w:p>
    <w:p w14:paraId="1B3A6C70" w14:textId="77777777" w:rsidR="00B344FE" w:rsidRPr="00B13D19" w:rsidRDefault="00B344FE" w:rsidP="000236C0">
      <w:pPr>
        <w:tabs>
          <w:tab w:val="left" w:pos="1950"/>
        </w:tabs>
        <w:jc w:val="center"/>
        <w:rPr>
          <w:rFonts w:ascii="Calibri" w:hAnsi="Calibri" w:cs="Calibri"/>
          <w:szCs w:val="24"/>
        </w:rPr>
      </w:pPr>
      <w:r w:rsidRPr="00B344FE">
        <w:rPr>
          <w:rFonts w:ascii="Calibri" w:hAnsi="Calibri" w:cs="Calibri"/>
          <w:szCs w:val="24"/>
        </w:rPr>
        <w:t xml:space="preserve">ai sensi dell’art. 24 del </w:t>
      </w:r>
      <w:proofErr w:type="spellStart"/>
      <w:r w:rsidRPr="00B344FE">
        <w:rPr>
          <w:rFonts w:ascii="Calibri" w:hAnsi="Calibri" w:cs="Calibri"/>
          <w:szCs w:val="24"/>
        </w:rPr>
        <w:t>D.Lgs.</w:t>
      </w:r>
      <w:proofErr w:type="spellEnd"/>
      <w:r w:rsidRPr="00B344FE">
        <w:rPr>
          <w:rFonts w:ascii="Calibri" w:hAnsi="Calibri" w:cs="Calibri"/>
          <w:szCs w:val="24"/>
        </w:rPr>
        <w:t xml:space="preserve"> 82/200</w:t>
      </w:r>
      <w:r>
        <w:rPr>
          <w:rFonts w:ascii="Calibri" w:hAnsi="Calibri" w:cs="Calibri"/>
          <w:szCs w:val="24"/>
        </w:rPr>
        <w:t>5</w:t>
      </w:r>
    </w:p>
    <w:sectPr w:rsidR="00B344FE" w:rsidRPr="00B13D19" w:rsidSect="00F8782A">
      <w:headerReference w:type="default" r:id="rId8"/>
      <w:footerReference w:type="even" r:id="rId9"/>
      <w:footerReference w:type="default" r:id="rId10"/>
      <w:pgSz w:w="11907" w:h="16840" w:code="9"/>
      <w:pgMar w:top="1134" w:right="1134" w:bottom="1021" w:left="1134" w:header="113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9229F" w14:textId="77777777" w:rsidR="001A18EB" w:rsidRDefault="001A18EB">
      <w:r>
        <w:separator/>
      </w:r>
    </w:p>
  </w:endnote>
  <w:endnote w:type="continuationSeparator" w:id="0">
    <w:p w14:paraId="73CED006" w14:textId="77777777" w:rsidR="001A18EB" w:rsidRDefault="001A1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979838t00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E035B" w14:textId="77777777" w:rsidR="00914EAD" w:rsidRDefault="00012E6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914EA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3937C39" w14:textId="77777777" w:rsidR="00914EAD" w:rsidRDefault="00914EA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3C502" w14:textId="77777777" w:rsidR="00914EAD" w:rsidRDefault="00012E6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914EA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75047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4FF9CF04" w14:textId="77777777" w:rsidR="00914EAD" w:rsidRDefault="00914E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CEE6E" w14:textId="77777777" w:rsidR="001A18EB" w:rsidRDefault="001A18EB">
      <w:r>
        <w:separator/>
      </w:r>
    </w:p>
  </w:footnote>
  <w:footnote w:type="continuationSeparator" w:id="0">
    <w:p w14:paraId="759543DB" w14:textId="77777777" w:rsidR="001A18EB" w:rsidRDefault="001A1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6EE61" w14:textId="30B16671" w:rsidR="00914EAD" w:rsidRPr="00810F0E" w:rsidRDefault="00047762" w:rsidP="00810F0E">
    <w:pPr>
      <w:pStyle w:val="Intestazione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 xml:space="preserve">Servizio di pulizie 2025-2028 - </w:t>
    </w:r>
    <w:r w:rsidR="00810F0E" w:rsidRPr="00810F0E">
      <w:rPr>
        <w:rFonts w:asciiTheme="minorHAnsi" w:hAnsiTheme="minorHAnsi" w:cstheme="minorHAnsi"/>
        <w:sz w:val="20"/>
      </w:rPr>
      <w:t>Allegato 3 Dichiarazione di possesso dei requisiti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"/>
      <w:lvlJc w:val="left"/>
      <w:pPr>
        <w:tabs>
          <w:tab w:val="num" w:pos="1424"/>
        </w:tabs>
        <w:ind w:left="142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"/>
      <w:lvlJc w:val="left"/>
      <w:pPr>
        <w:tabs>
          <w:tab w:val="num" w:pos="1353"/>
        </w:tabs>
        <w:ind w:left="1353" w:hanging="360"/>
      </w:pPr>
      <w:rPr>
        <w:rFonts w:ascii="Wingdings" w:hAnsi="Wingdings" w:cs="Wingdings" w:hint="default"/>
        <w:sz w:val="23"/>
        <w:szCs w:val="23"/>
      </w:r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="Times New Roman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E77B09"/>
    <w:multiLevelType w:val="hybridMultilevel"/>
    <w:tmpl w:val="205CC028"/>
    <w:lvl w:ilvl="0" w:tplc="C46AB246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67417E1"/>
    <w:multiLevelType w:val="hybridMultilevel"/>
    <w:tmpl w:val="DC3ED59A"/>
    <w:lvl w:ilvl="0" w:tplc="49D8608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" w15:restartNumberingAfterBreak="0">
    <w:nsid w:val="19CE1C33"/>
    <w:multiLevelType w:val="hybridMultilevel"/>
    <w:tmpl w:val="821499B2"/>
    <w:lvl w:ilvl="0" w:tplc="C528081E">
      <w:start w:val="1"/>
      <w:numFmt w:val="upperLetter"/>
      <w:lvlText w:val="%1."/>
      <w:lvlJc w:val="left"/>
      <w:pPr>
        <w:ind w:left="1428" w:hanging="360"/>
      </w:pPr>
      <w:rPr>
        <w:rFonts w:asciiTheme="minorHAnsi" w:hAnsiTheme="minorHAnsi" w:cs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EFD1F08"/>
    <w:multiLevelType w:val="hybridMultilevel"/>
    <w:tmpl w:val="4536A4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B2100"/>
    <w:multiLevelType w:val="hybridMultilevel"/>
    <w:tmpl w:val="C5063272"/>
    <w:lvl w:ilvl="0" w:tplc="EDE612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B7A17"/>
    <w:multiLevelType w:val="hybridMultilevel"/>
    <w:tmpl w:val="3EB8A3E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C46414"/>
    <w:multiLevelType w:val="hybridMultilevel"/>
    <w:tmpl w:val="2676F178"/>
    <w:lvl w:ilvl="0" w:tplc="0A804F18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i w:val="0"/>
        <w:iCs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4C54F72"/>
    <w:multiLevelType w:val="hybridMultilevel"/>
    <w:tmpl w:val="5B065030"/>
    <w:lvl w:ilvl="0" w:tplc="EE90CAD4">
      <w:start w:val="9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514DA"/>
    <w:multiLevelType w:val="hybridMultilevel"/>
    <w:tmpl w:val="3C7A6216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0A4436"/>
    <w:multiLevelType w:val="hybridMultilevel"/>
    <w:tmpl w:val="EF24F038"/>
    <w:lvl w:ilvl="0" w:tplc="2034CA6E">
      <w:start w:val="1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CF28D3"/>
    <w:multiLevelType w:val="hybridMultilevel"/>
    <w:tmpl w:val="C69E11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F59D4"/>
    <w:multiLevelType w:val="hybridMultilevel"/>
    <w:tmpl w:val="72DE2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F2528"/>
    <w:multiLevelType w:val="hybridMultilevel"/>
    <w:tmpl w:val="7B72218A"/>
    <w:lvl w:ilvl="0" w:tplc="7B583DD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841422">
    <w:abstractNumId w:val="8"/>
  </w:num>
  <w:num w:numId="2" w16cid:durableId="1953591349">
    <w:abstractNumId w:val="0"/>
  </w:num>
  <w:num w:numId="3" w16cid:durableId="1063719398">
    <w:abstractNumId w:val="1"/>
  </w:num>
  <w:num w:numId="4" w16cid:durableId="426777306">
    <w:abstractNumId w:val="4"/>
  </w:num>
  <w:num w:numId="5" w16cid:durableId="834103829">
    <w:abstractNumId w:val="14"/>
  </w:num>
  <w:num w:numId="6" w16cid:durableId="424225672">
    <w:abstractNumId w:val="10"/>
  </w:num>
  <w:num w:numId="7" w16cid:durableId="732195649">
    <w:abstractNumId w:val="12"/>
  </w:num>
  <w:num w:numId="8" w16cid:durableId="207911111">
    <w:abstractNumId w:val="13"/>
  </w:num>
  <w:num w:numId="9" w16cid:durableId="1376925247">
    <w:abstractNumId w:val="6"/>
  </w:num>
  <w:num w:numId="10" w16cid:durableId="1401102491">
    <w:abstractNumId w:val="15"/>
  </w:num>
  <w:num w:numId="11" w16cid:durableId="834146498">
    <w:abstractNumId w:val="11"/>
  </w:num>
  <w:num w:numId="12" w16cid:durableId="557862159">
    <w:abstractNumId w:val="3"/>
  </w:num>
  <w:num w:numId="13" w16cid:durableId="2125726275">
    <w:abstractNumId w:val="9"/>
  </w:num>
  <w:num w:numId="14" w16cid:durableId="599263609">
    <w:abstractNumId w:val="7"/>
  </w:num>
  <w:num w:numId="15" w16cid:durableId="123885589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329602874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8B9"/>
    <w:rsid w:val="00002572"/>
    <w:rsid w:val="00010916"/>
    <w:rsid w:val="000126AD"/>
    <w:rsid w:val="00012E6A"/>
    <w:rsid w:val="000209FB"/>
    <w:rsid w:val="000236C0"/>
    <w:rsid w:val="0002474B"/>
    <w:rsid w:val="00026AEC"/>
    <w:rsid w:val="000359DE"/>
    <w:rsid w:val="000406F5"/>
    <w:rsid w:val="0004309C"/>
    <w:rsid w:val="000454EA"/>
    <w:rsid w:val="00047762"/>
    <w:rsid w:val="00055CEB"/>
    <w:rsid w:val="00063F7A"/>
    <w:rsid w:val="00064792"/>
    <w:rsid w:val="0007048F"/>
    <w:rsid w:val="000768ED"/>
    <w:rsid w:val="00081811"/>
    <w:rsid w:val="00095028"/>
    <w:rsid w:val="000A1BAE"/>
    <w:rsid w:val="000A4975"/>
    <w:rsid w:val="000B2564"/>
    <w:rsid w:val="000D3A43"/>
    <w:rsid w:val="000E1DB8"/>
    <w:rsid w:val="000F158D"/>
    <w:rsid w:val="000F53DF"/>
    <w:rsid w:val="001053ED"/>
    <w:rsid w:val="00107D98"/>
    <w:rsid w:val="00110129"/>
    <w:rsid w:val="00114D06"/>
    <w:rsid w:val="00126632"/>
    <w:rsid w:val="00131F4A"/>
    <w:rsid w:val="00136991"/>
    <w:rsid w:val="00145D64"/>
    <w:rsid w:val="00146E33"/>
    <w:rsid w:val="001618B0"/>
    <w:rsid w:val="00177FF6"/>
    <w:rsid w:val="001A18EB"/>
    <w:rsid w:val="001A64A8"/>
    <w:rsid w:val="001B2525"/>
    <w:rsid w:val="001C01C9"/>
    <w:rsid w:val="00206922"/>
    <w:rsid w:val="002119E7"/>
    <w:rsid w:val="0023117F"/>
    <w:rsid w:val="0023543B"/>
    <w:rsid w:val="002413CE"/>
    <w:rsid w:val="00246470"/>
    <w:rsid w:val="002506AA"/>
    <w:rsid w:val="0025143B"/>
    <w:rsid w:val="00252426"/>
    <w:rsid w:val="002574E7"/>
    <w:rsid w:val="0027065E"/>
    <w:rsid w:val="00273107"/>
    <w:rsid w:val="00275047"/>
    <w:rsid w:val="00291EE9"/>
    <w:rsid w:val="002C3809"/>
    <w:rsid w:val="002D1448"/>
    <w:rsid w:val="002D61A5"/>
    <w:rsid w:val="002F1E70"/>
    <w:rsid w:val="002F4CB0"/>
    <w:rsid w:val="002F7D8D"/>
    <w:rsid w:val="0030132F"/>
    <w:rsid w:val="003117A0"/>
    <w:rsid w:val="00313DF1"/>
    <w:rsid w:val="00326400"/>
    <w:rsid w:val="00327D4F"/>
    <w:rsid w:val="003355BA"/>
    <w:rsid w:val="003355D2"/>
    <w:rsid w:val="003358C9"/>
    <w:rsid w:val="00340E0C"/>
    <w:rsid w:val="00344743"/>
    <w:rsid w:val="00357DF8"/>
    <w:rsid w:val="00374564"/>
    <w:rsid w:val="003747EA"/>
    <w:rsid w:val="00376316"/>
    <w:rsid w:val="00397D30"/>
    <w:rsid w:val="003A28E6"/>
    <w:rsid w:val="003A2C80"/>
    <w:rsid w:val="003C7619"/>
    <w:rsid w:val="003E41CF"/>
    <w:rsid w:val="003E49D5"/>
    <w:rsid w:val="003E61F2"/>
    <w:rsid w:val="003E6DBA"/>
    <w:rsid w:val="003F0C16"/>
    <w:rsid w:val="003F2E08"/>
    <w:rsid w:val="003F38B9"/>
    <w:rsid w:val="00403616"/>
    <w:rsid w:val="00411C88"/>
    <w:rsid w:val="00420653"/>
    <w:rsid w:val="00430D2E"/>
    <w:rsid w:val="00440191"/>
    <w:rsid w:val="004401EA"/>
    <w:rsid w:val="00440AA0"/>
    <w:rsid w:val="00442E10"/>
    <w:rsid w:val="00451B74"/>
    <w:rsid w:val="0046538B"/>
    <w:rsid w:val="0047140F"/>
    <w:rsid w:val="004725CC"/>
    <w:rsid w:val="0047446E"/>
    <w:rsid w:val="00485C94"/>
    <w:rsid w:val="00491FC5"/>
    <w:rsid w:val="00494A32"/>
    <w:rsid w:val="00496D43"/>
    <w:rsid w:val="004B0FF1"/>
    <w:rsid w:val="004C3C61"/>
    <w:rsid w:val="004D13FF"/>
    <w:rsid w:val="004E7209"/>
    <w:rsid w:val="004F2766"/>
    <w:rsid w:val="004F4316"/>
    <w:rsid w:val="00500BFB"/>
    <w:rsid w:val="00503486"/>
    <w:rsid w:val="0050494D"/>
    <w:rsid w:val="005542E6"/>
    <w:rsid w:val="00554B67"/>
    <w:rsid w:val="005818C7"/>
    <w:rsid w:val="00586C8C"/>
    <w:rsid w:val="005A3FAE"/>
    <w:rsid w:val="005A639C"/>
    <w:rsid w:val="005A79AC"/>
    <w:rsid w:val="005B0E2D"/>
    <w:rsid w:val="005B10D6"/>
    <w:rsid w:val="005B6718"/>
    <w:rsid w:val="005B7ED5"/>
    <w:rsid w:val="005C360C"/>
    <w:rsid w:val="005D7609"/>
    <w:rsid w:val="005E1D32"/>
    <w:rsid w:val="005E43D6"/>
    <w:rsid w:val="005E4440"/>
    <w:rsid w:val="005F555B"/>
    <w:rsid w:val="006002F2"/>
    <w:rsid w:val="00600869"/>
    <w:rsid w:val="0060552F"/>
    <w:rsid w:val="00606243"/>
    <w:rsid w:val="006062AD"/>
    <w:rsid w:val="006103B5"/>
    <w:rsid w:val="0062099B"/>
    <w:rsid w:val="00621CD9"/>
    <w:rsid w:val="006341F4"/>
    <w:rsid w:val="00640FF7"/>
    <w:rsid w:val="006426DB"/>
    <w:rsid w:val="0065265D"/>
    <w:rsid w:val="0065279A"/>
    <w:rsid w:val="00655F4F"/>
    <w:rsid w:val="00661280"/>
    <w:rsid w:val="00661722"/>
    <w:rsid w:val="00665B71"/>
    <w:rsid w:val="00674599"/>
    <w:rsid w:val="00683252"/>
    <w:rsid w:val="00696032"/>
    <w:rsid w:val="006960DE"/>
    <w:rsid w:val="006A7C72"/>
    <w:rsid w:val="006C25FA"/>
    <w:rsid w:val="006C6F18"/>
    <w:rsid w:val="006E2F74"/>
    <w:rsid w:val="006E48AA"/>
    <w:rsid w:val="006E7132"/>
    <w:rsid w:val="006F1CA4"/>
    <w:rsid w:val="00702223"/>
    <w:rsid w:val="007135DC"/>
    <w:rsid w:val="00725439"/>
    <w:rsid w:val="00735CEC"/>
    <w:rsid w:val="00736033"/>
    <w:rsid w:val="007455D0"/>
    <w:rsid w:val="007460FE"/>
    <w:rsid w:val="00752D9A"/>
    <w:rsid w:val="00753E36"/>
    <w:rsid w:val="0077492B"/>
    <w:rsid w:val="00793583"/>
    <w:rsid w:val="007A576F"/>
    <w:rsid w:val="007A5808"/>
    <w:rsid w:val="007C3332"/>
    <w:rsid w:val="007C7A92"/>
    <w:rsid w:val="007F008A"/>
    <w:rsid w:val="007F3170"/>
    <w:rsid w:val="007F31D9"/>
    <w:rsid w:val="00804076"/>
    <w:rsid w:val="00810F0E"/>
    <w:rsid w:val="00820608"/>
    <w:rsid w:val="00827034"/>
    <w:rsid w:val="0083453E"/>
    <w:rsid w:val="00856014"/>
    <w:rsid w:val="00865970"/>
    <w:rsid w:val="0087506E"/>
    <w:rsid w:val="00880A5D"/>
    <w:rsid w:val="00885F22"/>
    <w:rsid w:val="00890627"/>
    <w:rsid w:val="0089304C"/>
    <w:rsid w:val="00893969"/>
    <w:rsid w:val="008B12E1"/>
    <w:rsid w:val="008B24CF"/>
    <w:rsid w:val="008B3C58"/>
    <w:rsid w:val="008B6261"/>
    <w:rsid w:val="008C250E"/>
    <w:rsid w:val="008C3C38"/>
    <w:rsid w:val="008C4865"/>
    <w:rsid w:val="008D2548"/>
    <w:rsid w:val="008D5708"/>
    <w:rsid w:val="009015AB"/>
    <w:rsid w:val="00906340"/>
    <w:rsid w:val="00914EAD"/>
    <w:rsid w:val="00915B27"/>
    <w:rsid w:val="00933AC5"/>
    <w:rsid w:val="0095514D"/>
    <w:rsid w:val="009567B4"/>
    <w:rsid w:val="0097612B"/>
    <w:rsid w:val="0098564E"/>
    <w:rsid w:val="00987897"/>
    <w:rsid w:val="00987E65"/>
    <w:rsid w:val="009935BF"/>
    <w:rsid w:val="009A12D6"/>
    <w:rsid w:val="009B35EA"/>
    <w:rsid w:val="009B3E38"/>
    <w:rsid w:val="009C00EE"/>
    <w:rsid w:val="009D039E"/>
    <w:rsid w:val="009D1067"/>
    <w:rsid w:val="009E73B9"/>
    <w:rsid w:val="009F0499"/>
    <w:rsid w:val="009F344E"/>
    <w:rsid w:val="00A161C1"/>
    <w:rsid w:val="00A27FCF"/>
    <w:rsid w:val="00A41DD1"/>
    <w:rsid w:val="00A477AF"/>
    <w:rsid w:val="00A47F05"/>
    <w:rsid w:val="00A54F2B"/>
    <w:rsid w:val="00A604C2"/>
    <w:rsid w:val="00A63765"/>
    <w:rsid w:val="00A95705"/>
    <w:rsid w:val="00A96797"/>
    <w:rsid w:val="00AA30AA"/>
    <w:rsid w:val="00AB48DB"/>
    <w:rsid w:val="00AB76A8"/>
    <w:rsid w:val="00AD0782"/>
    <w:rsid w:val="00AD65FB"/>
    <w:rsid w:val="00AE6576"/>
    <w:rsid w:val="00AF0A15"/>
    <w:rsid w:val="00AF3B91"/>
    <w:rsid w:val="00B00B16"/>
    <w:rsid w:val="00B073F1"/>
    <w:rsid w:val="00B100F9"/>
    <w:rsid w:val="00B13D19"/>
    <w:rsid w:val="00B24291"/>
    <w:rsid w:val="00B2512F"/>
    <w:rsid w:val="00B344FE"/>
    <w:rsid w:val="00B42A33"/>
    <w:rsid w:val="00B522E2"/>
    <w:rsid w:val="00B61FA8"/>
    <w:rsid w:val="00B66715"/>
    <w:rsid w:val="00B70362"/>
    <w:rsid w:val="00B7460A"/>
    <w:rsid w:val="00B81CA0"/>
    <w:rsid w:val="00B839F3"/>
    <w:rsid w:val="00B973D8"/>
    <w:rsid w:val="00BA2411"/>
    <w:rsid w:val="00BA55B2"/>
    <w:rsid w:val="00BA7951"/>
    <w:rsid w:val="00BB1912"/>
    <w:rsid w:val="00BB7F25"/>
    <w:rsid w:val="00BD2430"/>
    <w:rsid w:val="00BD2822"/>
    <w:rsid w:val="00BD5938"/>
    <w:rsid w:val="00BD7BD6"/>
    <w:rsid w:val="00BE0573"/>
    <w:rsid w:val="00BE1B72"/>
    <w:rsid w:val="00C14DD2"/>
    <w:rsid w:val="00C221CC"/>
    <w:rsid w:val="00C32C8B"/>
    <w:rsid w:val="00C35324"/>
    <w:rsid w:val="00C3593E"/>
    <w:rsid w:val="00C451E5"/>
    <w:rsid w:val="00C56A1B"/>
    <w:rsid w:val="00C64466"/>
    <w:rsid w:val="00C71430"/>
    <w:rsid w:val="00C87DFD"/>
    <w:rsid w:val="00C90860"/>
    <w:rsid w:val="00C959CF"/>
    <w:rsid w:val="00CA7ABA"/>
    <w:rsid w:val="00CB7030"/>
    <w:rsid w:val="00CC5BD8"/>
    <w:rsid w:val="00CF1893"/>
    <w:rsid w:val="00CF1AB6"/>
    <w:rsid w:val="00D16917"/>
    <w:rsid w:val="00D176B1"/>
    <w:rsid w:val="00D21E71"/>
    <w:rsid w:val="00D32BA4"/>
    <w:rsid w:val="00D52BDA"/>
    <w:rsid w:val="00D6509A"/>
    <w:rsid w:val="00D66214"/>
    <w:rsid w:val="00D6696C"/>
    <w:rsid w:val="00D6742F"/>
    <w:rsid w:val="00D72D75"/>
    <w:rsid w:val="00D7641A"/>
    <w:rsid w:val="00D82BA6"/>
    <w:rsid w:val="00D84698"/>
    <w:rsid w:val="00D87A42"/>
    <w:rsid w:val="00DB2F2B"/>
    <w:rsid w:val="00DB5463"/>
    <w:rsid w:val="00DD03E5"/>
    <w:rsid w:val="00DD1FEC"/>
    <w:rsid w:val="00DE0593"/>
    <w:rsid w:val="00DE249D"/>
    <w:rsid w:val="00DE706F"/>
    <w:rsid w:val="00E0342C"/>
    <w:rsid w:val="00E21900"/>
    <w:rsid w:val="00E226D0"/>
    <w:rsid w:val="00E22C5A"/>
    <w:rsid w:val="00E33B9F"/>
    <w:rsid w:val="00E3444E"/>
    <w:rsid w:val="00E36551"/>
    <w:rsid w:val="00E3711B"/>
    <w:rsid w:val="00E37EA5"/>
    <w:rsid w:val="00E40F83"/>
    <w:rsid w:val="00E41CD1"/>
    <w:rsid w:val="00E45F73"/>
    <w:rsid w:val="00E5575A"/>
    <w:rsid w:val="00E56CED"/>
    <w:rsid w:val="00E661D2"/>
    <w:rsid w:val="00E76CEA"/>
    <w:rsid w:val="00E80CB7"/>
    <w:rsid w:val="00E81EBA"/>
    <w:rsid w:val="00E82C34"/>
    <w:rsid w:val="00E90A4C"/>
    <w:rsid w:val="00E93D9E"/>
    <w:rsid w:val="00EA2442"/>
    <w:rsid w:val="00EA5F6F"/>
    <w:rsid w:val="00EB7F71"/>
    <w:rsid w:val="00EC414F"/>
    <w:rsid w:val="00EC7000"/>
    <w:rsid w:val="00ED0DD7"/>
    <w:rsid w:val="00ED4477"/>
    <w:rsid w:val="00EF58AE"/>
    <w:rsid w:val="00F12889"/>
    <w:rsid w:val="00F12AEC"/>
    <w:rsid w:val="00F23D0B"/>
    <w:rsid w:val="00F40D8F"/>
    <w:rsid w:val="00F4268A"/>
    <w:rsid w:val="00F54A15"/>
    <w:rsid w:val="00F60E06"/>
    <w:rsid w:val="00F70B6F"/>
    <w:rsid w:val="00F75115"/>
    <w:rsid w:val="00F831DC"/>
    <w:rsid w:val="00F8782A"/>
    <w:rsid w:val="00F9789F"/>
    <w:rsid w:val="00FB1719"/>
    <w:rsid w:val="00FC25AE"/>
    <w:rsid w:val="00FD0390"/>
    <w:rsid w:val="00FD19A3"/>
    <w:rsid w:val="00FD4791"/>
    <w:rsid w:val="00FD489E"/>
    <w:rsid w:val="00FD6F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F78557"/>
  <w15:docId w15:val="{5F6CDD3E-BF9B-4777-80D4-C0F9D277C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12E6A"/>
    <w:pPr>
      <w:jc w:val="both"/>
    </w:pPr>
    <w:rPr>
      <w:sz w:val="24"/>
    </w:rPr>
  </w:style>
  <w:style w:type="paragraph" w:styleId="Titolo1">
    <w:name w:val="heading 1"/>
    <w:basedOn w:val="Normale"/>
    <w:next w:val="Normale"/>
    <w:qFormat/>
    <w:rsid w:val="00012E6A"/>
    <w:pPr>
      <w:keepNext/>
      <w:widowControl w:val="0"/>
      <w:spacing w:line="360" w:lineRule="atLeast"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012E6A"/>
    <w:pPr>
      <w:keepNext/>
      <w:widowControl w:val="0"/>
      <w:spacing w:before="120" w:after="120"/>
      <w:jc w:val="center"/>
      <w:outlineLvl w:val="1"/>
    </w:pPr>
    <w:rPr>
      <w:rFonts w:ascii="Verdana" w:hAnsi="Verdana"/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">
    <w:name w:val="elenco"/>
    <w:basedOn w:val="Normale"/>
    <w:rsid w:val="00012E6A"/>
    <w:pPr>
      <w:tabs>
        <w:tab w:val="left" w:pos="3969"/>
        <w:tab w:val="left" w:pos="5387"/>
        <w:tab w:val="left" w:pos="9356"/>
        <w:tab w:val="left" w:pos="12758"/>
      </w:tabs>
      <w:spacing w:line="567" w:lineRule="exact"/>
    </w:pPr>
  </w:style>
  <w:style w:type="paragraph" w:customStyle="1" w:styleId="orario">
    <w:name w:val="orario"/>
    <w:basedOn w:val="Normale"/>
    <w:rsid w:val="00012E6A"/>
    <w:pPr>
      <w:tabs>
        <w:tab w:val="left" w:pos="3402"/>
        <w:tab w:val="left" w:pos="4536"/>
      </w:tabs>
    </w:pPr>
    <w:rPr>
      <w:sz w:val="28"/>
    </w:rPr>
  </w:style>
  <w:style w:type="paragraph" w:customStyle="1" w:styleId="Normale1">
    <w:name w:val="Normale1"/>
    <w:basedOn w:val="Normale"/>
    <w:rsid w:val="00012E6A"/>
    <w:pPr>
      <w:tabs>
        <w:tab w:val="left" w:pos="567"/>
      </w:tabs>
    </w:pPr>
  </w:style>
  <w:style w:type="paragraph" w:customStyle="1" w:styleId="richiesta">
    <w:name w:val="richiesta"/>
    <w:basedOn w:val="Normale"/>
    <w:rsid w:val="00012E6A"/>
    <w:rPr>
      <w:color w:val="0000FF"/>
    </w:rPr>
  </w:style>
  <w:style w:type="paragraph" w:customStyle="1" w:styleId="rit">
    <w:name w:val="rit"/>
    <w:basedOn w:val="Normale"/>
    <w:rsid w:val="00012E6A"/>
    <w:pPr>
      <w:tabs>
        <w:tab w:val="left" w:pos="227"/>
      </w:tabs>
      <w:ind w:left="170" w:hanging="170"/>
    </w:pPr>
  </w:style>
  <w:style w:type="paragraph" w:styleId="Pidipagina">
    <w:name w:val="footer"/>
    <w:basedOn w:val="Normale"/>
    <w:rsid w:val="00012E6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12E6A"/>
  </w:style>
  <w:style w:type="paragraph" w:styleId="Titolo">
    <w:name w:val="Title"/>
    <w:basedOn w:val="Normale"/>
    <w:qFormat/>
    <w:rsid w:val="00012E6A"/>
    <w:pPr>
      <w:widowControl w:val="0"/>
      <w:tabs>
        <w:tab w:val="left" w:pos="1276"/>
      </w:tabs>
      <w:spacing w:line="480" w:lineRule="atLeast"/>
      <w:jc w:val="center"/>
    </w:pPr>
    <w:rPr>
      <w:b/>
      <w:u w:val="single"/>
    </w:rPr>
  </w:style>
  <w:style w:type="paragraph" w:styleId="Testodelblocco">
    <w:name w:val="Block Text"/>
    <w:basedOn w:val="Normale"/>
    <w:rsid w:val="00012E6A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ind w:left="2552" w:right="2467"/>
      <w:jc w:val="center"/>
    </w:pPr>
    <w:rPr>
      <w:b/>
      <w:sz w:val="22"/>
    </w:rPr>
  </w:style>
  <w:style w:type="paragraph" w:customStyle="1" w:styleId="Corpodeltesto1">
    <w:name w:val="Corpo del testo1"/>
    <w:basedOn w:val="Normale"/>
    <w:rsid w:val="00012E6A"/>
    <w:pPr>
      <w:widowControl w:val="0"/>
      <w:spacing w:line="360" w:lineRule="atLeast"/>
    </w:pPr>
    <w:rPr>
      <w:b/>
      <w:color w:val="FF00FF"/>
    </w:rPr>
  </w:style>
  <w:style w:type="paragraph" w:styleId="Rientrocorpodeltesto">
    <w:name w:val="Body Text Indent"/>
    <w:basedOn w:val="Normale"/>
    <w:rsid w:val="00012E6A"/>
    <w:pPr>
      <w:widowControl w:val="0"/>
      <w:spacing w:line="360" w:lineRule="atLeast"/>
      <w:ind w:left="420"/>
    </w:pPr>
  </w:style>
  <w:style w:type="paragraph" w:styleId="Corpodeltesto2">
    <w:name w:val="Body Text 2"/>
    <w:basedOn w:val="Normale"/>
    <w:rsid w:val="00012E6A"/>
    <w:pPr>
      <w:widowControl w:val="0"/>
      <w:spacing w:line="360" w:lineRule="atLeast"/>
    </w:pPr>
    <w:rPr>
      <w:rFonts w:ascii="Verdana" w:hAnsi="Verdana"/>
      <w:sz w:val="20"/>
    </w:rPr>
  </w:style>
  <w:style w:type="paragraph" w:styleId="Intestazione">
    <w:name w:val="header"/>
    <w:basedOn w:val="Normale"/>
    <w:rsid w:val="00012E6A"/>
    <w:pPr>
      <w:tabs>
        <w:tab w:val="center" w:pos="4819"/>
        <w:tab w:val="right" w:pos="9638"/>
      </w:tabs>
    </w:pPr>
  </w:style>
  <w:style w:type="paragraph" w:customStyle="1" w:styleId="LETTERA">
    <w:name w:val="LETTERA"/>
    <w:basedOn w:val="Normale"/>
    <w:rsid w:val="00012E6A"/>
    <w:pPr>
      <w:ind w:left="1418"/>
    </w:pPr>
    <w:rPr>
      <w:rFonts w:ascii="Century Gothic" w:hAnsi="Century Gothic"/>
    </w:rPr>
  </w:style>
  <w:style w:type="paragraph" w:styleId="PreformattatoHTML">
    <w:name w:val="HTML Preformatted"/>
    <w:basedOn w:val="Normale"/>
    <w:next w:val="Normale"/>
    <w:rsid w:val="00012E6A"/>
    <w:pPr>
      <w:autoSpaceDE w:val="0"/>
      <w:autoSpaceDN w:val="0"/>
      <w:adjustRightInd w:val="0"/>
      <w:jc w:val="left"/>
    </w:pPr>
    <w:rPr>
      <w:szCs w:val="24"/>
    </w:rPr>
  </w:style>
  <w:style w:type="paragraph" w:styleId="Rientrocorpodeltesto2">
    <w:name w:val="Body Text Indent 2"/>
    <w:basedOn w:val="Normale"/>
    <w:link w:val="Rientrocorpodeltesto2Carattere"/>
    <w:rsid w:val="00012E6A"/>
    <w:pPr>
      <w:widowControl w:val="0"/>
      <w:ind w:left="360"/>
    </w:pPr>
    <w:rPr>
      <w:rFonts w:ascii="Verdana" w:hAnsi="Verdana"/>
      <w:sz w:val="20"/>
    </w:rPr>
  </w:style>
  <w:style w:type="paragraph" w:styleId="Testofumetto">
    <w:name w:val="Balloon Text"/>
    <w:basedOn w:val="Normale"/>
    <w:semiHidden/>
    <w:rsid w:val="004F2766"/>
    <w:rPr>
      <w:rFonts w:ascii="Tahoma" w:hAnsi="Tahoma" w:cs="Tahoma"/>
      <w:sz w:val="16"/>
      <w:szCs w:val="16"/>
    </w:rPr>
  </w:style>
  <w:style w:type="paragraph" w:customStyle="1" w:styleId="Testo10modulistica">
    <w:name w:val="Testo 10 modulistica"/>
    <w:basedOn w:val="Normale"/>
    <w:uiPriority w:val="99"/>
    <w:rsid w:val="00064792"/>
    <w:pPr>
      <w:autoSpaceDE w:val="0"/>
      <w:autoSpaceDN w:val="0"/>
      <w:adjustRightInd w:val="0"/>
      <w:spacing w:line="288" w:lineRule="atLeast"/>
      <w:ind w:firstLine="360"/>
    </w:pPr>
    <w:rPr>
      <w:rFonts w:ascii="NewAster" w:hAnsi="NewAster" w:cs="NewAster"/>
      <w:color w:val="000000"/>
      <w:sz w:val="20"/>
    </w:rPr>
  </w:style>
  <w:style w:type="paragraph" w:styleId="Paragrafoelenco">
    <w:name w:val="List Paragraph"/>
    <w:basedOn w:val="Normale"/>
    <w:uiPriority w:val="34"/>
    <w:qFormat/>
    <w:rsid w:val="00E90A4C"/>
    <w:pPr>
      <w:ind w:left="708"/>
    </w:pPr>
  </w:style>
  <w:style w:type="paragraph" w:styleId="Testonotaapidipagina">
    <w:name w:val="footnote text"/>
    <w:basedOn w:val="Normale"/>
    <w:link w:val="TestonotaapidipaginaCarattere"/>
    <w:rsid w:val="00131F4A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31F4A"/>
  </w:style>
  <w:style w:type="character" w:styleId="Rimandonotaapidipagina">
    <w:name w:val="footnote reference"/>
    <w:rsid w:val="00131F4A"/>
    <w:rPr>
      <w:vertAlign w:val="superscript"/>
    </w:rPr>
  </w:style>
  <w:style w:type="character" w:customStyle="1" w:styleId="Rientrocorpodeltesto2Carattere">
    <w:name w:val="Rientro corpo del testo 2 Carattere"/>
    <w:link w:val="Rientrocorpodeltesto2"/>
    <w:rsid w:val="008C3C38"/>
    <w:rPr>
      <w:rFonts w:ascii="Verdana" w:hAnsi="Verdana"/>
    </w:rPr>
  </w:style>
  <w:style w:type="character" w:styleId="Rimandocommento">
    <w:name w:val="annotation reference"/>
    <w:rsid w:val="00AF0A1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F0A15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AF0A15"/>
  </w:style>
  <w:style w:type="paragraph" w:styleId="Soggettocommento">
    <w:name w:val="annotation subject"/>
    <w:basedOn w:val="Testocommento"/>
    <w:next w:val="Testocommento"/>
    <w:link w:val="SoggettocommentoCarattere"/>
    <w:rsid w:val="00AF0A15"/>
    <w:rPr>
      <w:b/>
      <w:bCs/>
    </w:rPr>
  </w:style>
  <w:style w:type="character" w:customStyle="1" w:styleId="SoggettocommentoCarattere">
    <w:name w:val="Soggetto commento Carattere"/>
    <w:link w:val="Soggettocommento"/>
    <w:rsid w:val="00AF0A15"/>
    <w:rPr>
      <w:b/>
      <w:bCs/>
    </w:rPr>
  </w:style>
  <w:style w:type="paragraph" w:customStyle="1" w:styleId="codartestremi">
    <w:name w:val="codart_estremi"/>
    <w:basedOn w:val="Normale"/>
    <w:rsid w:val="006F1CA4"/>
    <w:pPr>
      <w:spacing w:before="100" w:beforeAutospacing="1" w:after="100" w:afterAutospacing="1"/>
    </w:pPr>
    <w:rPr>
      <w:szCs w:val="24"/>
    </w:rPr>
  </w:style>
  <w:style w:type="paragraph" w:customStyle="1" w:styleId="codartr1">
    <w:name w:val="codart_r1"/>
    <w:basedOn w:val="Normale"/>
    <w:rsid w:val="006F1CA4"/>
    <w:pPr>
      <w:spacing w:before="100" w:beforeAutospacing="1" w:after="100" w:afterAutospacing="1"/>
    </w:pPr>
    <w:rPr>
      <w:szCs w:val="24"/>
    </w:rPr>
  </w:style>
  <w:style w:type="paragraph" w:customStyle="1" w:styleId="codartr2">
    <w:name w:val="codart_r2"/>
    <w:basedOn w:val="Normale"/>
    <w:rsid w:val="006F1CA4"/>
    <w:pPr>
      <w:spacing w:before="100" w:beforeAutospacing="1" w:after="100" w:afterAutospacing="1"/>
      <w:ind w:firstLine="400"/>
    </w:pPr>
    <w:rPr>
      <w:szCs w:val="24"/>
    </w:rPr>
  </w:style>
  <w:style w:type="character" w:customStyle="1" w:styleId="codartarticolo">
    <w:name w:val="codart_articolo"/>
    <w:rsid w:val="006F1CA4"/>
    <w:rPr>
      <w:b/>
      <w:bCs/>
    </w:rPr>
  </w:style>
  <w:style w:type="character" w:customStyle="1" w:styleId="codartrubrica">
    <w:name w:val="codart_rubrica"/>
    <w:rsid w:val="006F1CA4"/>
    <w:rPr>
      <w:b w:val="0"/>
      <w:bCs w:val="0"/>
    </w:rPr>
  </w:style>
  <w:style w:type="character" w:customStyle="1" w:styleId="NumeroelencoCarattere">
    <w:name w:val="Numero elenco Carattere"/>
    <w:link w:val="Numeroelenco"/>
    <w:locked/>
    <w:rsid w:val="00C56A1B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C56A1B"/>
    <w:pPr>
      <w:widowControl w:val="0"/>
      <w:numPr>
        <w:numId w:val="15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4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DichAstaFornitSer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84F08-92FA-4A73-960E-401D72724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DichAstaFornitSer1</Template>
  <TotalTime>49</TotalTime>
  <Pages>4</Pages>
  <Words>1430</Words>
  <Characters>8152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 A  - Gare Pubbliche di Forniture</vt:lpstr>
    </vt:vector>
  </TitlesOfParts>
  <Company>Comune di Empoli</Company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A  - Gare Pubbliche di Forniture</dc:title>
  <dc:creator>Comune di Empoli</dc:creator>
  <cp:lastModifiedBy>Marco Morgione</cp:lastModifiedBy>
  <cp:revision>28</cp:revision>
  <cp:lastPrinted>2020-09-11T09:55:00Z</cp:lastPrinted>
  <dcterms:created xsi:type="dcterms:W3CDTF">2023-07-15T15:13:00Z</dcterms:created>
  <dcterms:modified xsi:type="dcterms:W3CDTF">2025-02-11T10:16:00Z</dcterms:modified>
</cp:coreProperties>
</file>